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1CC70" w14:textId="77777777" w:rsidR="002F4E43" w:rsidRDefault="002F4E43" w:rsidP="00873EAB">
      <w:pPr>
        <w:jc w:val="both"/>
        <w:rPr>
          <w:rFonts w:ascii="Arial" w:eastAsia="Trebuchet MS" w:hAnsi="Arial"/>
          <w:b/>
          <w:sz w:val="12"/>
          <w:szCs w:val="12"/>
        </w:rPr>
      </w:pPr>
    </w:p>
    <w:p w14:paraId="474C2651" w14:textId="6CF598FB" w:rsidR="00215FA6" w:rsidRPr="00215FA6" w:rsidRDefault="00215FA6" w:rsidP="00215FA6">
      <w:pPr>
        <w:jc w:val="right"/>
        <w:rPr>
          <w:rFonts w:ascii="Trebuchet MS" w:eastAsia="MS Mincho" w:hAnsi="Trebuchet MS" w:cs="Trebuchet MS"/>
          <w:b/>
          <w:bCs/>
          <w:color w:val="0F243E"/>
          <w:sz w:val="22"/>
          <w:szCs w:val="22"/>
          <w:lang w:eastAsia="en-US"/>
        </w:rPr>
      </w:pPr>
      <w:bookmarkStart w:id="0" w:name="_Hlk127345261"/>
      <w:r w:rsidRPr="00215FA6">
        <w:rPr>
          <w:rFonts w:eastAsia="Times New Roman" w:cs="Calibri"/>
          <w:b/>
          <w:bCs/>
          <w:color w:val="244061"/>
          <w:sz w:val="24"/>
          <w:szCs w:val="24"/>
        </w:rPr>
        <w:t xml:space="preserve">Anexa nr. </w:t>
      </w:r>
      <w:r>
        <w:rPr>
          <w:rFonts w:eastAsia="Times New Roman" w:cs="Calibri"/>
          <w:b/>
          <w:bCs/>
          <w:color w:val="244061"/>
          <w:sz w:val="24"/>
          <w:szCs w:val="24"/>
        </w:rPr>
        <w:t>5</w:t>
      </w:r>
      <w:r w:rsidRPr="00215FA6">
        <w:rPr>
          <w:rFonts w:eastAsia="Times New Roman" w:cs="Calibri"/>
          <w:b/>
          <w:bCs/>
          <w:color w:val="244061"/>
          <w:sz w:val="24"/>
          <w:szCs w:val="24"/>
        </w:rPr>
        <w:t xml:space="preserve"> </w:t>
      </w:r>
    </w:p>
    <w:p w14:paraId="24FAC8F3" w14:textId="77777777" w:rsidR="00215FA6" w:rsidRDefault="00215FA6" w:rsidP="00215FA6">
      <w:pPr>
        <w:jc w:val="right"/>
        <w:rPr>
          <w:rFonts w:ascii="Trebuchet MS" w:eastAsia="MS Mincho" w:hAnsi="Trebuchet MS" w:cs="Trebuchet MS"/>
          <w:b/>
          <w:bCs/>
          <w:color w:val="0F243E"/>
          <w:sz w:val="22"/>
          <w:szCs w:val="22"/>
          <w:lang w:eastAsia="en-US"/>
        </w:rPr>
      </w:pPr>
    </w:p>
    <w:p w14:paraId="43FBDE2E" w14:textId="77777777" w:rsidR="00215FA6" w:rsidRDefault="00215FA6" w:rsidP="00215FA6">
      <w:pPr>
        <w:jc w:val="right"/>
        <w:rPr>
          <w:rFonts w:ascii="Trebuchet MS" w:eastAsia="MS Mincho" w:hAnsi="Trebuchet MS" w:cs="Trebuchet MS"/>
          <w:b/>
          <w:bCs/>
          <w:color w:val="0F243E"/>
          <w:sz w:val="22"/>
          <w:szCs w:val="22"/>
          <w:lang w:eastAsia="en-US"/>
        </w:rPr>
      </w:pPr>
    </w:p>
    <w:p w14:paraId="4F66D202" w14:textId="58597527" w:rsidR="00215FA6" w:rsidRPr="00215FA6" w:rsidRDefault="00215FA6" w:rsidP="00215FA6">
      <w:pPr>
        <w:spacing w:line="360" w:lineRule="auto"/>
        <w:jc w:val="center"/>
        <w:rPr>
          <w:rFonts w:eastAsia="Times New Roman" w:cs="Calibri"/>
          <w:b/>
          <w:bCs/>
          <w:color w:val="244061"/>
          <w:sz w:val="24"/>
          <w:szCs w:val="24"/>
        </w:rPr>
      </w:pPr>
      <w:r w:rsidRPr="00215FA6">
        <w:rPr>
          <w:rFonts w:ascii="Trebuchet MS" w:eastAsia="MS Mincho" w:hAnsi="Trebuchet MS" w:cs="Trebuchet MS"/>
          <w:b/>
          <w:bCs/>
          <w:color w:val="0F243E"/>
          <w:sz w:val="22"/>
          <w:szCs w:val="22"/>
          <w:lang w:eastAsia="en-US"/>
        </w:rPr>
        <w:t>Raport privind stadiul fizic al investiţiei</w:t>
      </w:r>
    </w:p>
    <w:p w14:paraId="369375BD" w14:textId="308764A0" w:rsidR="00215FA6" w:rsidRPr="00215FA6" w:rsidRDefault="00215FA6" w:rsidP="00215FA6">
      <w:pPr>
        <w:spacing w:line="360" w:lineRule="auto"/>
        <w:jc w:val="center"/>
        <w:rPr>
          <w:rFonts w:ascii="Trebuchet MS" w:eastAsia="Times New Roman" w:hAnsi="Trebuchet MS" w:cs="Times New Roman"/>
          <w:b/>
          <w:bCs/>
          <w:color w:val="0F243E"/>
          <w:sz w:val="22"/>
          <w:szCs w:val="22"/>
          <w:lang w:eastAsia="en-US"/>
        </w:rPr>
      </w:pPr>
      <w:r w:rsidRPr="00215FA6">
        <w:rPr>
          <w:rFonts w:ascii="Trebuchet MS" w:eastAsia="Times New Roman" w:hAnsi="Trebuchet MS" w:cs="Times New Roman"/>
          <w:b/>
          <w:bCs/>
          <w:color w:val="0F243E"/>
          <w:sz w:val="22"/>
          <w:szCs w:val="22"/>
          <w:lang w:eastAsia="en-US"/>
        </w:rPr>
        <w:t>-model standard-</w:t>
      </w:r>
    </w:p>
    <w:p w14:paraId="5218936C" w14:textId="77777777" w:rsidR="00215FA6" w:rsidRPr="00215FA6" w:rsidRDefault="00215FA6" w:rsidP="00215FA6">
      <w:pPr>
        <w:spacing w:line="360" w:lineRule="auto"/>
        <w:jc w:val="center"/>
        <w:rPr>
          <w:rFonts w:ascii="Trebuchet MS" w:hAnsi="Trebuchet MS" w:cs="Courier New"/>
          <w:color w:val="0F243E"/>
          <w:lang w:eastAsia="en-US"/>
        </w:rPr>
      </w:pPr>
    </w:p>
    <w:p w14:paraId="13DC862E" w14:textId="77777777" w:rsidR="00215FA6" w:rsidRPr="00215FA6" w:rsidRDefault="00215FA6" w:rsidP="00215FA6">
      <w:pPr>
        <w:keepNext/>
        <w:numPr>
          <w:ilvl w:val="0"/>
          <w:numId w:val="41"/>
        </w:numPr>
        <w:spacing w:before="240" w:after="60" w:line="276" w:lineRule="auto"/>
        <w:jc w:val="both"/>
        <w:outlineLvl w:val="0"/>
        <w:rPr>
          <w:rFonts w:ascii="Trebuchet MS" w:eastAsia="Times New Roman" w:hAnsi="Trebuchet MS"/>
          <w:b/>
          <w:bCs/>
          <w:color w:val="0F243E"/>
          <w:kern w:val="32"/>
          <w:lang w:eastAsia="en-US"/>
        </w:rPr>
      </w:pPr>
      <w:r w:rsidRPr="00215FA6">
        <w:rPr>
          <w:rFonts w:ascii="Trebuchet MS" w:eastAsia="Times New Roman" w:hAnsi="Trebuchet MS"/>
          <w:b/>
          <w:bCs/>
          <w:color w:val="0F243E"/>
          <w:kern w:val="32"/>
          <w:lang w:eastAsia="en-US"/>
        </w:rPr>
        <w:t>Date generale:</w:t>
      </w:r>
    </w:p>
    <w:p w14:paraId="0E14546D" w14:textId="77777777" w:rsidR="00215FA6" w:rsidRPr="00215FA6" w:rsidRDefault="00215FA6" w:rsidP="00215FA6">
      <w:pPr>
        <w:keepNext/>
        <w:tabs>
          <w:tab w:val="left" w:pos="708"/>
        </w:tabs>
        <w:ind w:left="142"/>
        <w:jc w:val="both"/>
        <w:outlineLvl w:val="2"/>
        <w:rPr>
          <w:rFonts w:ascii="Trebuchet MS" w:eastAsia="Times New Roman" w:hAnsi="Trebuchet MS"/>
          <w:bCs/>
          <w:color w:val="0F243E"/>
          <w:lang w:eastAsia="en-US"/>
        </w:rPr>
      </w:pPr>
      <w:r w:rsidRPr="00215FA6">
        <w:rPr>
          <w:rFonts w:ascii="Trebuchet MS" w:eastAsia="Times New Roman" w:hAnsi="Trebuchet MS"/>
          <w:bCs/>
          <w:color w:val="0F243E"/>
          <w:lang w:eastAsia="en-US"/>
        </w:rPr>
        <w:t> - denumirea obiectivului de investiţii;</w:t>
      </w:r>
    </w:p>
    <w:p w14:paraId="3CF7988A" w14:textId="77777777" w:rsidR="00215FA6" w:rsidRPr="00215FA6" w:rsidRDefault="00215FA6" w:rsidP="00215FA6">
      <w:pPr>
        <w:keepNext/>
        <w:tabs>
          <w:tab w:val="left" w:pos="708"/>
        </w:tabs>
        <w:ind w:left="142"/>
        <w:jc w:val="both"/>
        <w:outlineLvl w:val="2"/>
        <w:rPr>
          <w:rFonts w:ascii="Trebuchet MS" w:eastAsia="Times New Roman" w:hAnsi="Trebuchet MS"/>
          <w:bCs/>
          <w:color w:val="0F243E"/>
          <w:lang w:eastAsia="en-US"/>
        </w:rPr>
      </w:pPr>
      <w:r w:rsidRPr="00215FA6">
        <w:rPr>
          <w:rFonts w:ascii="Trebuchet MS" w:eastAsia="Times New Roman" w:hAnsi="Trebuchet MS"/>
          <w:bCs/>
          <w:color w:val="0F243E"/>
          <w:lang w:eastAsia="en-US"/>
        </w:rPr>
        <w:t> - amplasamentul (judeţul, localitatea, adresa poştală şi/sau alte date de identificare, nr. cadastral, suprafaţa);</w:t>
      </w:r>
    </w:p>
    <w:p w14:paraId="01A3AFCB" w14:textId="77777777" w:rsidR="00215FA6" w:rsidRPr="00215FA6" w:rsidRDefault="00215FA6" w:rsidP="00215FA6">
      <w:pPr>
        <w:keepNext/>
        <w:tabs>
          <w:tab w:val="left" w:pos="708"/>
        </w:tabs>
        <w:ind w:left="142"/>
        <w:jc w:val="both"/>
        <w:outlineLvl w:val="2"/>
        <w:rPr>
          <w:rFonts w:ascii="Trebuchet MS" w:eastAsia="Times New Roman" w:hAnsi="Trebuchet MS"/>
          <w:bCs/>
          <w:color w:val="0F243E"/>
          <w:lang w:eastAsia="en-US"/>
        </w:rPr>
      </w:pPr>
      <w:r w:rsidRPr="00215FA6">
        <w:rPr>
          <w:rFonts w:ascii="Trebuchet MS" w:eastAsia="Times New Roman" w:hAnsi="Trebuchet MS"/>
          <w:bCs/>
          <w:color w:val="0F243E"/>
          <w:lang w:eastAsia="en-US"/>
        </w:rPr>
        <w:t>- titularul investiţiei;</w:t>
      </w:r>
    </w:p>
    <w:p w14:paraId="7F9BA10F" w14:textId="77777777" w:rsidR="00215FA6" w:rsidRPr="00215FA6" w:rsidRDefault="00215FA6" w:rsidP="00215FA6">
      <w:pPr>
        <w:keepNext/>
        <w:numPr>
          <w:ilvl w:val="0"/>
          <w:numId w:val="42"/>
        </w:numPr>
        <w:tabs>
          <w:tab w:val="left" w:pos="284"/>
        </w:tabs>
        <w:spacing w:after="120" w:line="276" w:lineRule="auto"/>
        <w:ind w:left="142" w:firstLine="0"/>
        <w:jc w:val="both"/>
        <w:outlineLvl w:val="2"/>
        <w:rPr>
          <w:rFonts w:ascii="Trebuchet MS" w:eastAsia="Times New Roman" w:hAnsi="Trebuchet MS"/>
          <w:bCs/>
          <w:color w:val="0F243E"/>
          <w:lang w:eastAsia="en-US"/>
        </w:rPr>
      </w:pPr>
      <w:r w:rsidRPr="00215FA6">
        <w:rPr>
          <w:rFonts w:ascii="Trebuchet MS" w:eastAsia="Times New Roman" w:hAnsi="Trebuchet MS"/>
          <w:bCs/>
          <w:color w:val="0F243E"/>
          <w:lang w:eastAsia="en-US"/>
        </w:rPr>
        <w:t>regim juridic;</w:t>
      </w:r>
    </w:p>
    <w:p w14:paraId="107EC400" w14:textId="77777777" w:rsidR="00215FA6" w:rsidRPr="00215FA6" w:rsidRDefault="00215FA6" w:rsidP="00215FA6">
      <w:pPr>
        <w:keepNext/>
        <w:tabs>
          <w:tab w:val="left" w:pos="708"/>
        </w:tabs>
        <w:ind w:left="142"/>
        <w:jc w:val="both"/>
        <w:outlineLvl w:val="2"/>
        <w:rPr>
          <w:rFonts w:ascii="Trebuchet MS" w:eastAsia="Times New Roman" w:hAnsi="Trebuchet MS"/>
          <w:bCs/>
          <w:color w:val="0F243E"/>
          <w:lang w:eastAsia="en-US"/>
        </w:rPr>
      </w:pPr>
      <w:r w:rsidRPr="00215FA6">
        <w:rPr>
          <w:rFonts w:ascii="Trebuchet MS" w:eastAsia="Times New Roman" w:hAnsi="Trebuchet MS"/>
          <w:bCs/>
          <w:color w:val="0F243E"/>
          <w:lang w:eastAsia="en-US"/>
        </w:rPr>
        <w:t>- beneficiarul investiţiei;</w:t>
      </w:r>
    </w:p>
    <w:p w14:paraId="6A31E321" w14:textId="77777777" w:rsidR="00215FA6" w:rsidRPr="00215FA6" w:rsidRDefault="00215FA6" w:rsidP="00215FA6">
      <w:pPr>
        <w:keepNext/>
        <w:tabs>
          <w:tab w:val="left" w:pos="708"/>
        </w:tabs>
        <w:ind w:left="142"/>
        <w:jc w:val="both"/>
        <w:outlineLvl w:val="2"/>
        <w:rPr>
          <w:rFonts w:ascii="Trebuchet MS" w:eastAsia="Times New Roman" w:hAnsi="Trebuchet MS"/>
          <w:bCs/>
          <w:color w:val="0F243E"/>
          <w:lang w:eastAsia="en-US"/>
        </w:rPr>
      </w:pPr>
      <w:r w:rsidRPr="00215FA6">
        <w:rPr>
          <w:rFonts w:ascii="Trebuchet MS" w:eastAsia="Times New Roman" w:hAnsi="Trebuchet MS"/>
          <w:bCs/>
          <w:color w:val="0F243E"/>
          <w:lang w:eastAsia="en-US"/>
        </w:rPr>
        <w:t>- elaboratorul proiectului;</w:t>
      </w:r>
    </w:p>
    <w:p w14:paraId="16E34C7F" w14:textId="77777777" w:rsidR="00215FA6" w:rsidRPr="00215FA6" w:rsidRDefault="00215FA6" w:rsidP="00215FA6">
      <w:pPr>
        <w:spacing w:after="200" w:line="276" w:lineRule="auto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  - nr. contract de achiziţie lucrări şi nr. de acte adiţionale încheiate până la momentul întocmirii raportului.</w:t>
      </w:r>
    </w:p>
    <w:p w14:paraId="28FA6002" w14:textId="77777777" w:rsidR="00215FA6" w:rsidRPr="00215FA6" w:rsidRDefault="00215FA6" w:rsidP="00215FA6">
      <w:pPr>
        <w:keepNext/>
        <w:numPr>
          <w:ilvl w:val="0"/>
          <w:numId w:val="41"/>
        </w:numPr>
        <w:spacing w:before="240" w:after="60" w:line="276" w:lineRule="auto"/>
        <w:jc w:val="both"/>
        <w:outlineLvl w:val="0"/>
        <w:rPr>
          <w:rFonts w:ascii="Trebuchet MS" w:eastAsia="Times New Roman" w:hAnsi="Trebuchet MS" w:cs="Courier New"/>
          <w:b/>
          <w:bCs/>
          <w:color w:val="0F243E"/>
          <w:kern w:val="32"/>
          <w:lang w:eastAsia="en-US"/>
        </w:rPr>
      </w:pPr>
      <w:r w:rsidRPr="00215FA6">
        <w:rPr>
          <w:rFonts w:ascii="Trebuchet MS" w:eastAsia="Times New Roman" w:hAnsi="Trebuchet MS"/>
          <w:b/>
          <w:bCs/>
          <w:color w:val="0F243E"/>
          <w:kern w:val="32"/>
          <w:lang w:eastAsia="en-US"/>
        </w:rPr>
        <w:t xml:space="preserve"> Descrierea lucrărilor</w:t>
      </w:r>
    </w:p>
    <w:p w14:paraId="2841E539" w14:textId="77777777" w:rsidR="00215FA6" w:rsidRPr="00215FA6" w:rsidRDefault="00215FA6" w:rsidP="00215FA6">
      <w:pPr>
        <w:keepNext/>
        <w:spacing w:before="240" w:after="60"/>
        <w:ind w:left="360"/>
        <w:jc w:val="both"/>
        <w:outlineLvl w:val="1"/>
        <w:rPr>
          <w:rFonts w:ascii="Trebuchet MS" w:eastAsia="Times New Roman" w:hAnsi="Trebuchet MS"/>
          <w:i/>
          <w:iCs/>
          <w:color w:val="0F243E"/>
          <w:lang w:eastAsia="en-US"/>
        </w:rPr>
      </w:pPr>
      <w:r w:rsidRPr="00215FA6">
        <w:rPr>
          <w:rFonts w:ascii="Trebuchet MS" w:eastAsia="Times New Roman" w:hAnsi="Trebuchet MS"/>
          <w:i/>
          <w:iCs/>
          <w:color w:val="0F243E"/>
          <w:lang w:eastAsia="en-US"/>
        </w:rPr>
        <w:t>Se va realiza o scurta descriere a lucrărilor aferente investiţiei (în conformitate cu documentaţia tehnico-economică şi contractul de lucrări încheiat) – max 2-3 pagini</w:t>
      </w:r>
    </w:p>
    <w:p w14:paraId="030393E7" w14:textId="77777777" w:rsidR="00215FA6" w:rsidRPr="00215FA6" w:rsidRDefault="00215FA6" w:rsidP="00215FA6">
      <w:pPr>
        <w:spacing w:after="200" w:line="276" w:lineRule="auto"/>
        <w:rPr>
          <w:rFonts w:cs="Times New Roman"/>
          <w:color w:val="0F243E"/>
          <w:sz w:val="22"/>
          <w:szCs w:val="22"/>
          <w:lang w:eastAsia="en-US"/>
        </w:rPr>
      </w:pPr>
    </w:p>
    <w:p w14:paraId="3B4DB061" w14:textId="77777777" w:rsidR="00215FA6" w:rsidRPr="00215FA6" w:rsidRDefault="00215FA6" w:rsidP="00215FA6">
      <w:pPr>
        <w:keepNext/>
        <w:numPr>
          <w:ilvl w:val="1"/>
          <w:numId w:val="41"/>
        </w:numPr>
        <w:spacing w:before="240" w:after="60" w:line="276" w:lineRule="auto"/>
        <w:jc w:val="both"/>
        <w:outlineLvl w:val="1"/>
        <w:rPr>
          <w:rFonts w:ascii="Trebuchet MS" w:eastAsia="Times New Roman" w:hAnsi="Trebuchet MS"/>
          <w:color w:val="0F243E"/>
          <w:lang w:eastAsia="en-US"/>
        </w:rPr>
      </w:pPr>
      <w:r w:rsidRPr="00215FA6">
        <w:rPr>
          <w:rFonts w:ascii="Trebuchet MS" w:eastAsia="Times New Roman" w:hAnsi="Trebuchet MS"/>
          <w:color w:val="0F243E"/>
          <w:lang w:eastAsia="en-US"/>
        </w:rPr>
        <w:t>Descrierea lucrărilor aferente investiţiei (în conformitate cu documentaţia tehnico-economică şi contractul de lucrări încheiat)</w:t>
      </w:r>
    </w:p>
    <w:tbl>
      <w:tblPr>
        <w:tblW w:w="102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110"/>
        <w:gridCol w:w="2016"/>
        <w:gridCol w:w="1982"/>
        <w:gridCol w:w="1604"/>
      </w:tblGrid>
      <w:tr w:rsidR="00215FA6" w:rsidRPr="00215FA6" w14:paraId="10D3CB27" w14:textId="77777777" w:rsidTr="00215FA6">
        <w:trPr>
          <w:trHeight w:val="1211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743A3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Descrierea investiţiei</w:t>
            </w:r>
          </w:p>
          <w:p w14:paraId="3BE9B9E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în conformitate cu documentaţia tehnico-economică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8CB02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Descrierea investiţiei</w:t>
            </w:r>
          </w:p>
          <w:p w14:paraId="004F741C" w14:textId="77777777" w:rsidR="00215FA6" w:rsidRPr="00215FA6" w:rsidRDefault="00215FA6" w:rsidP="00215FA6">
            <w:pPr>
              <w:rPr>
                <w:rFonts w:ascii="Trebuchet MS" w:hAnsi="Trebuchet MS" w:cs="Times New Roman"/>
                <w:b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b/>
                <w:color w:val="0F243E"/>
                <w:lang w:eastAsia="en-US"/>
              </w:rPr>
              <w:t>în conformitate cu contractul de lucrări încheiat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260DC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Modificări de soluţie tehnică intervenite (dacă este cazul)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EB0FD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 xml:space="preserve">Indicatori tehnico-economici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CC7C9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Document de aprobare a indicatorilor tehnico-economici</w:t>
            </w:r>
          </w:p>
        </w:tc>
      </w:tr>
      <w:tr w:rsidR="00215FA6" w:rsidRPr="00215FA6" w14:paraId="689C0D18" w14:textId="77777777" w:rsidTr="00215FA6">
        <w:trPr>
          <w:trHeight w:val="1236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500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val="fr-FR"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val="fr-FR" w:eastAsia="en-US"/>
              </w:rPr>
              <w:t>Pentru fiecare element în parte se va menţiona inclusiv solu</w:t>
            </w: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ţi</w:t>
            </w:r>
            <w:r w:rsidRPr="00215FA6">
              <w:rPr>
                <w:rFonts w:ascii="Trebuchet MS" w:hAnsi="Trebuchet MS" w:cs="Times New Roman"/>
                <w:color w:val="0F243E"/>
                <w:lang w:val="fr-FR" w:eastAsia="en-US"/>
              </w:rPr>
              <w:t>a tehnică aleasă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644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C18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276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34F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 xml:space="preserve"> </w:t>
            </w:r>
          </w:p>
        </w:tc>
      </w:tr>
    </w:tbl>
    <w:p w14:paraId="45AF4D5A" w14:textId="77777777" w:rsidR="00215FA6" w:rsidRPr="00215FA6" w:rsidRDefault="00215FA6" w:rsidP="00215FA6">
      <w:pPr>
        <w:spacing w:after="200" w:line="276" w:lineRule="auto"/>
        <w:rPr>
          <w:rFonts w:ascii="Trebuchet MS" w:hAnsi="Trebuchet MS" w:cs="Times New Roman"/>
          <w:color w:val="0F243E"/>
          <w:lang w:eastAsia="en-US"/>
        </w:rPr>
      </w:pPr>
    </w:p>
    <w:p w14:paraId="7137444B" w14:textId="77777777" w:rsidR="00215FA6" w:rsidRPr="00215FA6" w:rsidRDefault="00215FA6" w:rsidP="00215FA6">
      <w:pPr>
        <w:keepNext/>
        <w:numPr>
          <w:ilvl w:val="1"/>
          <w:numId w:val="41"/>
        </w:numPr>
        <w:spacing w:before="240" w:after="60" w:line="276" w:lineRule="auto"/>
        <w:jc w:val="both"/>
        <w:outlineLvl w:val="1"/>
        <w:rPr>
          <w:rFonts w:ascii="Trebuchet MS" w:eastAsia="Times New Roman" w:hAnsi="Trebuchet MS" w:cs="Courier New"/>
          <w:color w:val="0F243E"/>
        </w:rPr>
      </w:pPr>
      <w:r w:rsidRPr="00215FA6">
        <w:rPr>
          <w:rFonts w:ascii="Trebuchet MS" w:eastAsia="Times New Roman" w:hAnsi="Trebuchet MS" w:cs="Courier New"/>
          <w:color w:val="0F243E"/>
        </w:rPr>
        <w:t xml:space="preserve">Descrierea lucrărilor executate </w:t>
      </w:r>
    </w:p>
    <w:tbl>
      <w:tblPr>
        <w:tblW w:w="101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695"/>
        <w:gridCol w:w="1344"/>
        <w:gridCol w:w="1318"/>
        <w:gridCol w:w="1319"/>
        <w:gridCol w:w="1318"/>
        <w:gridCol w:w="1319"/>
      </w:tblGrid>
      <w:tr w:rsidR="00215FA6" w:rsidRPr="00215FA6" w14:paraId="7C703F8C" w14:textId="77777777" w:rsidTr="00215FA6">
        <w:trPr>
          <w:trHeight w:val="464"/>
        </w:trPr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43DFD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Denumire specialitate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EF18D6" w14:textId="77777777" w:rsidR="00215FA6" w:rsidRPr="00215FA6" w:rsidRDefault="00215FA6" w:rsidP="00215FA6">
            <w:pPr>
              <w:rPr>
                <w:rFonts w:ascii="Trebuchet MS" w:hAnsi="Trebuchet MS" w:cs="Times New Roman"/>
                <w:b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b/>
                <w:color w:val="0F243E"/>
                <w:lang w:eastAsia="en-US"/>
              </w:rPr>
              <w:t>Stadiul fizic al lucrărilor executate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98D2E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Procent lucrări executate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E10B2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Lucrări executate şi plătite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7548A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Lucrări executate şi neplătite</w:t>
            </w:r>
          </w:p>
        </w:tc>
      </w:tr>
      <w:tr w:rsidR="00215FA6" w:rsidRPr="00215FA6" w14:paraId="4EA79350" w14:textId="77777777" w:rsidTr="00215FA6">
        <w:trPr>
          <w:trHeight w:val="145"/>
        </w:trPr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CFB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8D630" w14:textId="77777777" w:rsidR="00215FA6" w:rsidRPr="00215FA6" w:rsidRDefault="00215FA6" w:rsidP="00215FA6">
            <w:pPr>
              <w:rPr>
                <w:rFonts w:ascii="Trebuchet MS" w:hAnsi="Trebuchet MS" w:cs="Times New Roman"/>
                <w:b/>
                <w:color w:val="0F243E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B66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1B0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Fără TVA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C42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 xml:space="preserve">TVA aferent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AEE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Fără TVA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D31A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TVA aferent</w:t>
            </w:r>
          </w:p>
        </w:tc>
      </w:tr>
      <w:tr w:rsidR="00215FA6" w:rsidRPr="00215FA6" w14:paraId="66B11303" w14:textId="77777777" w:rsidTr="00215FA6">
        <w:trPr>
          <w:trHeight w:val="543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B394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val="en-US"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val="en-US" w:eastAsia="en-US"/>
              </w:rPr>
              <w:t xml:space="preserve">Denumirea specialităţii - se va menţiona exact ca în devizul din oferta câştigătoare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609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0D0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7C8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A06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B3B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1A1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</w:tbl>
    <w:p w14:paraId="32334371" w14:textId="77777777" w:rsidR="00215FA6" w:rsidRPr="00215FA6" w:rsidRDefault="00215FA6" w:rsidP="00215FA6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bCs/>
          <w:color w:val="0F243E"/>
          <w:sz w:val="22"/>
          <w:szCs w:val="22"/>
          <w:lang w:eastAsia="en-US"/>
        </w:rPr>
      </w:pPr>
    </w:p>
    <w:p w14:paraId="73AF085C" w14:textId="77777777" w:rsidR="00215FA6" w:rsidRPr="00215FA6" w:rsidRDefault="00215FA6" w:rsidP="00215FA6">
      <w:pPr>
        <w:keepNext/>
        <w:numPr>
          <w:ilvl w:val="1"/>
          <w:numId w:val="41"/>
        </w:numPr>
        <w:spacing w:before="240" w:after="60" w:line="276" w:lineRule="auto"/>
        <w:jc w:val="both"/>
        <w:outlineLvl w:val="1"/>
        <w:rPr>
          <w:rFonts w:ascii="Trebuchet MS" w:eastAsia="Times New Roman" w:hAnsi="Trebuchet MS" w:cs="Courier New"/>
          <w:color w:val="0F243E"/>
        </w:rPr>
      </w:pPr>
      <w:r w:rsidRPr="00215FA6">
        <w:rPr>
          <w:rFonts w:ascii="Trebuchet MS" w:eastAsia="Times New Roman" w:hAnsi="Trebuchet MS" w:cs="Courier New"/>
          <w:color w:val="0F243E"/>
        </w:rPr>
        <w:lastRenderedPageBreak/>
        <w:t>Descrierea lucrărilor rămase de executat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1478"/>
        <w:gridCol w:w="1745"/>
        <w:gridCol w:w="1849"/>
        <w:gridCol w:w="2036"/>
        <w:gridCol w:w="1185"/>
      </w:tblGrid>
      <w:tr w:rsidR="00215FA6" w:rsidRPr="00215FA6" w14:paraId="0BD6B504" w14:textId="77777777" w:rsidTr="00215FA6">
        <w:trPr>
          <w:trHeight w:val="186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E0A81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Denumire specialitate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9E0938" w14:textId="77777777" w:rsidR="00215FA6" w:rsidRPr="00215FA6" w:rsidRDefault="00215FA6" w:rsidP="00215FA6">
            <w:pPr>
              <w:rPr>
                <w:rFonts w:ascii="Trebuchet MS" w:hAnsi="Trebuchet MS" w:cs="Times New Roman"/>
                <w:b/>
                <w:color w:val="0F243E"/>
                <w:lang w:eastAsia="en-US"/>
              </w:rPr>
            </w:pP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D49B62" w14:textId="77777777" w:rsidR="00215FA6" w:rsidRPr="00215FA6" w:rsidRDefault="00215FA6" w:rsidP="00215FA6">
            <w:pPr>
              <w:rPr>
                <w:rFonts w:ascii="Trebuchet MS" w:hAnsi="Trebuchet MS" w:cs="Times New Roman"/>
                <w:b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b/>
                <w:color w:val="0F243E"/>
                <w:lang w:eastAsia="en-US"/>
              </w:rPr>
              <w:t>Lucrări rămase de executat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59E9F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Procent lucrări rămase de executat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71DA7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Valoare lucrări rămase de executat</w:t>
            </w:r>
          </w:p>
        </w:tc>
      </w:tr>
      <w:tr w:rsidR="00215FA6" w:rsidRPr="00215FA6" w14:paraId="25040319" w14:textId="77777777" w:rsidTr="00215FA6">
        <w:trPr>
          <w:trHeight w:val="1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B0D4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564C" w14:textId="77777777" w:rsidR="00215FA6" w:rsidRPr="00215FA6" w:rsidRDefault="00215FA6" w:rsidP="00215FA6">
            <w:pPr>
              <w:rPr>
                <w:rFonts w:ascii="Trebuchet MS" w:hAnsi="Trebuchet MS" w:cs="Times New Roman"/>
                <w:b/>
                <w:color w:val="0F243E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79BA" w14:textId="77777777" w:rsidR="00215FA6" w:rsidRPr="00215FA6" w:rsidRDefault="00215FA6" w:rsidP="00215FA6">
            <w:pPr>
              <w:rPr>
                <w:rFonts w:ascii="Trebuchet MS" w:hAnsi="Trebuchet MS" w:cs="Times New Roman"/>
                <w:b/>
                <w:color w:val="0F243E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9F6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DDDA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highlight w:val="yellow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Fără TVA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482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highlight w:val="yellow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TVA aferent</w:t>
            </w:r>
          </w:p>
        </w:tc>
      </w:tr>
      <w:tr w:rsidR="00215FA6" w:rsidRPr="00215FA6" w14:paraId="293BF5AD" w14:textId="77777777" w:rsidTr="00215FA6">
        <w:trPr>
          <w:trHeight w:val="49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AFA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val="en-US"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val="en-US" w:eastAsia="en-US"/>
              </w:rPr>
              <w:t>Denumirea specialităţii - se va menţiona exact ca în devizul din oferta câştigătoare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42E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419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CA6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84E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16D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</w:tbl>
    <w:p w14:paraId="7C4CBC12" w14:textId="77777777" w:rsidR="00215FA6" w:rsidRPr="00215FA6" w:rsidRDefault="00215FA6" w:rsidP="00215FA6">
      <w:pPr>
        <w:spacing w:after="200" w:line="276" w:lineRule="auto"/>
        <w:rPr>
          <w:rFonts w:cs="Times New Roman"/>
          <w:color w:val="0F243E"/>
          <w:sz w:val="22"/>
          <w:szCs w:val="22"/>
          <w:lang w:eastAsia="en-US"/>
        </w:rPr>
      </w:pPr>
    </w:p>
    <w:p w14:paraId="26D7F0A8" w14:textId="77777777" w:rsidR="00215FA6" w:rsidRPr="00215FA6" w:rsidRDefault="00215FA6" w:rsidP="00215FA6">
      <w:pPr>
        <w:spacing w:after="200" w:line="276" w:lineRule="auto"/>
        <w:rPr>
          <w:rFonts w:cs="Times New Roman"/>
          <w:color w:val="0F243E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855"/>
        <w:gridCol w:w="633"/>
        <w:gridCol w:w="610"/>
        <w:gridCol w:w="711"/>
        <w:gridCol w:w="667"/>
        <w:gridCol w:w="630"/>
        <w:gridCol w:w="840"/>
        <w:gridCol w:w="698"/>
        <w:gridCol w:w="644"/>
        <w:gridCol w:w="837"/>
        <w:gridCol w:w="1116"/>
        <w:gridCol w:w="630"/>
        <w:gridCol w:w="603"/>
        <w:gridCol w:w="725"/>
      </w:tblGrid>
      <w:tr w:rsidR="00215FA6" w:rsidRPr="00215FA6" w14:paraId="6D47802B" w14:textId="77777777" w:rsidTr="00215FA6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291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Nr.</w:t>
            </w:r>
          </w:p>
          <w:p w14:paraId="168CF27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291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E0A5" w14:textId="77777777" w:rsidR="00215FA6" w:rsidRPr="00215FA6" w:rsidRDefault="00215FA6" w:rsidP="00215FA6">
            <w:pPr>
              <w:jc w:val="center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07DD" w14:textId="77777777" w:rsidR="00215FA6" w:rsidRPr="00215FA6" w:rsidRDefault="00215FA6" w:rsidP="00215FA6">
            <w:pPr>
              <w:jc w:val="center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Valoare lucrări executate si platite</w:t>
            </w:r>
          </w:p>
          <w:p w14:paraId="1BC46EAC" w14:textId="77777777" w:rsidR="00215FA6" w:rsidRPr="00215FA6" w:rsidRDefault="00215FA6" w:rsidP="00215FA6">
            <w:pPr>
              <w:jc w:val="center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779A" w14:textId="77777777" w:rsidR="00215FA6" w:rsidRPr="00215FA6" w:rsidRDefault="00215FA6" w:rsidP="00215FA6">
            <w:pPr>
              <w:jc w:val="center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Valoare lucrări executate si neplatite</w:t>
            </w:r>
          </w:p>
          <w:p w14:paraId="13B734DA" w14:textId="77777777" w:rsidR="00215FA6" w:rsidRPr="00215FA6" w:rsidRDefault="00215FA6" w:rsidP="00215FA6">
            <w:pPr>
              <w:jc w:val="center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43DE" w14:textId="77777777" w:rsidR="00215FA6" w:rsidRPr="00215FA6" w:rsidRDefault="00215FA6" w:rsidP="00215FA6">
            <w:pPr>
              <w:jc w:val="center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Procent lucrari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901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Valoare rest de executat</w:t>
            </w:r>
          </w:p>
        </w:tc>
      </w:tr>
      <w:tr w:rsidR="00215FA6" w:rsidRPr="00215FA6" w14:paraId="0CAE1550" w14:textId="77777777" w:rsidTr="00215FA6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EC3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670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32CD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2D6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8F22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7F9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A1A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BA6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4F7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Preţ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75F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795B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798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070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B9B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0717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Total</w:t>
            </w:r>
          </w:p>
        </w:tc>
      </w:tr>
      <w:tr w:rsidR="00215FA6" w:rsidRPr="00215FA6" w14:paraId="431B24C9" w14:textId="77777777" w:rsidTr="00215FA6">
        <w:trPr>
          <w:trHeight w:val="21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563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Cap.1 din devizul general</w:t>
            </w:r>
          </w:p>
        </w:tc>
      </w:tr>
      <w:tr w:rsidR="00215FA6" w:rsidRPr="00215FA6" w14:paraId="56FC07F4" w14:textId="77777777" w:rsidTr="00215FA6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197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0FDD" w14:textId="77777777" w:rsidR="00215FA6" w:rsidRPr="00215FA6" w:rsidRDefault="00215FA6" w:rsidP="00215FA6">
            <w:pPr>
              <w:ind w:right="-110"/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8F3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FE0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882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BED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73E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71E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8BBB" w14:textId="77777777" w:rsidR="00215FA6" w:rsidRPr="00215FA6" w:rsidRDefault="00215FA6" w:rsidP="00215FA6">
            <w:pPr>
              <w:ind w:right="-81"/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431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F352" w14:textId="77777777" w:rsidR="00215FA6" w:rsidRPr="00215FA6" w:rsidRDefault="00215FA6" w:rsidP="00215FA6">
            <w:pPr>
              <w:ind w:left="-202"/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82C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0A8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531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FA0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6BD1F3B3" w14:textId="77777777" w:rsidTr="00215FA6">
        <w:trPr>
          <w:trHeight w:val="287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0FE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Cap.2 din devizul general</w:t>
            </w:r>
          </w:p>
        </w:tc>
      </w:tr>
      <w:tr w:rsidR="00215FA6" w:rsidRPr="00215FA6" w14:paraId="49B0C568" w14:textId="77777777" w:rsidTr="00215FA6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1CD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B69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2E7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ADB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51A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078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A4C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707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369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CD0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1F0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F97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DF2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0F3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9D9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05AD1FBF" w14:textId="77777777" w:rsidTr="00215FA6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203E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 xml:space="preserve">Cap. 4 din Devizul general </w:t>
            </w:r>
          </w:p>
        </w:tc>
      </w:tr>
      <w:tr w:rsidR="00215FA6" w:rsidRPr="00215FA6" w14:paraId="02AE3FA2" w14:textId="77777777" w:rsidTr="00215FA6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79FE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Linia 4.1 (se va detalia pe categorii de lucrari)</w:t>
            </w:r>
          </w:p>
        </w:tc>
      </w:tr>
      <w:tr w:rsidR="00215FA6" w:rsidRPr="00215FA6" w14:paraId="0E5AA291" w14:textId="77777777" w:rsidTr="00215FA6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CDB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CC1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657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9C7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621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0D4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343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BAA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CF9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D64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2B2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23F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F91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092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16C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2235749D" w14:textId="77777777" w:rsidTr="00215FA6">
        <w:trPr>
          <w:trHeight w:val="24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591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Linia 4.2</w:t>
            </w:r>
          </w:p>
        </w:tc>
      </w:tr>
      <w:tr w:rsidR="00215FA6" w:rsidRPr="00215FA6" w14:paraId="1EACC7FD" w14:textId="77777777" w:rsidTr="00215FA6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79C8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EA30" w14:textId="77777777" w:rsidR="00215FA6" w:rsidRPr="00215FA6" w:rsidRDefault="00215FA6" w:rsidP="00215FA6">
            <w:pPr>
              <w:ind w:right="-70"/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08E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75F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66F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CA3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EB4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B2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7B3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FFB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F5C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4C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F79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A73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9B6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20344F0D" w14:textId="77777777" w:rsidTr="00215FA6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FB4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Linia 4.3</w:t>
            </w:r>
          </w:p>
        </w:tc>
      </w:tr>
      <w:tr w:rsidR="00215FA6" w:rsidRPr="00215FA6" w14:paraId="1108235F" w14:textId="77777777" w:rsidTr="00215FA6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560E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10A1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DD8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A92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30B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6D0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F7F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B43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74E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5EC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5C7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3F1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3B3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07E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B92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74B266EB" w14:textId="77777777" w:rsidTr="00215FA6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BB1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Linia 4.4</w:t>
            </w:r>
          </w:p>
        </w:tc>
      </w:tr>
      <w:tr w:rsidR="00215FA6" w:rsidRPr="00215FA6" w14:paraId="09AC13C3" w14:textId="77777777" w:rsidTr="00215FA6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4D37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2B32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EC8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452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50F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A3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95D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C60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E1B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2E4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485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B59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E06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111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014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00B46528" w14:textId="77777777" w:rsidTr="00215FA6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CE1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Cap. 5 din Devizul general</w:t>
            </w:r>
          </w:p>
        </w:tc>
      </w:tr>
      <w:tr w:rsidR="00215FA6" w:rsidRPr="00215FA6" w14:paraId="4BA3B5FD" w14:textId="77777777" w:rsidTr="00215FA6">
        <w:trPr>
          <w:trHeight w:val="24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9502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Linia 5.1.1</w:t>
            </w:r>
          </w:p>
        </w:tc>
      </w:tr>
      <w:tr w:rsidR="00215FA6" w:rsidRPr="00215FA6" w14:paraId="13C891BF" w14:textId="77777777" w:rsidTr="00215FA6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927F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03BA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DE8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858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7C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3BD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BCA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8E8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1FB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81E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735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597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7AF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CAF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797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659BB630" w14:textId="77777777" w:rsidTr="00215FA6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FDF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Linia 5.1.2</w:t>
            </w:r>
          </w:p>
        </w:tc>
      </w:tr>
      <w:tr w:rsidR="00215FA6" w:rsidRPr="00215FA6" w14:paraId="539668F8" w14:textId="77777777" w:rsidTr="00215FA6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4321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0DD8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14E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97F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D10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5A6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F3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3DC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79E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4EA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942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E32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F9E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F4B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C4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2E3466EA" w14:textId="77777777" w:rsidTr="00215FA6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D62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Cap. 6 din Devizul general</w:t>
            </w:r>
          </w:p>
        </w:tc>
      </w:tr>
      <w:tr w:rsidR="00215FA6" w:rsidRPr="00215FA6" w14:paraId="23D58748" w14:textId="77777777" w:rsidTr="00215FA6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D7F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Linia 6.1</w:t>
            </w:r>
          </w:p>
        </w:tc>
      </w:tr>
      <w:tr w:rsidR="00215FA6" w:rsidRPr="00215FA6" w14:paraId="5673BA9D" w14:textId="77777777" w:rsidTr="00215FA6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38E4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16D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73D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F5F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21B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E4D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B58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5A2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8C8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665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EEE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B87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391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5C0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901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77E509BD" w14:textId="77777777" w:rsidTr="00215FA6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075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Linia 6.2</w:t>
            </w:r>
          </w:p>
        </w:tc>
      </w:tr>
      <w:tr w:rsidR="00215FA6" w:rsidRPr="00215FA6" w14:paraId="2E3331A5" w14:textId="77777777" w:rsidTr="00215FA6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38AE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815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634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A7D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AA5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81A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FBF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4A0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4AC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C83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F59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D65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2AC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30F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469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1C9EE432" w14:textId="77777777" w:rsidTr="00215FA6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46247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7B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77B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A39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9D5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A84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FED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584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562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4FD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C8F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829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2EF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0F4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726A6D3E" w14:textId="77777777" w:rsidTr="00215FA6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51E12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F4C1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6E6FF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899E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527E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7D15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26879D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D74C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652A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DD8B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09F1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49D7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</w:tbl>
    <w:p w14:paraId="1E48E707" w14:textId="77777777" w:rsidR="00215FA6" w:rsidRPr="00215FA6" w:rsidRDefault="00215FA6" w:rsidP="00215FA6">
      <w:pPr>
        <w:spacing w:before="100" w:beforeAutospacing="1" w:after="100" w:afterAutospacing="1"/>
        <w:jc w:val="both"/>
        <w:rPr>
          <w:rFonts w:ascii="Trebuchet MS" w:eastAsia="Times New Roman" w:hAnsi="Trebuchet MS" w:cs="Times New Roman"/>
          <w:bCs/>
          <w:color w:val="0F243E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9"/>
        <w:gridCol w:w="5220"/>
        <w:gridCol w:w="246"/>
        <w:gridCol w:w="246"/>
      </w:tblGrid>
      <w:tr w:rsidR="00215FA6" w:rsidRPr="00215FA6" w14:paraId="5ED1D334" w14:textId="77777777" w:rsidTr="00215FA6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AF6E5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27ED91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3EDA3E12" w14:textId="77777777" w:rsidTr="00215FA6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A0519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Suplimentări de valoare  (potrivit anexei modificărilor la contract)   ……………….. lei (inclusiv TVA)</w:t>
            </w:r>
          </w:p>
          <w:p w14:paraId="4B664C8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TOTAL............lei (inclusiv TVA)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92552C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6A141121" w14:textId="77777777" w:rsidTr="00215F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8BFE25" w14:textId="77777777" w:rsidR="00215FA6" w:rsidRPr="00215FA6" w:rsidRDefault="00215FA6" w:rsidP="00215FA6">
            <w:pPr>
              <w:jc w:val="right"/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A1C7D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7BE98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BBC8D3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</w:tbl>
    <w:p w14:paraId="1EE20DF6" w14:textId="77777777" w:rsidR="00215FA6" w:rsidRPr="00215FA6" w:rsidRDefault="00215FA6" w:rsidP="00215FA6">
      <w:pPr>
        <w:spacing w:after="200" w:line="276" w:lineRule="auto"/>
        <w:rPr>
          <w:rFonts w:cs="Times New Roman"/>
          <w:color w:val="0F243E"/>
          <w:sz w:val="22"/>
          <w:szCs w:val="22"/>
          <w:lang w:eastAsia="en-US"/>
        </w:rPr>
      </w:pPr>
    </w:p>
    <w:p w14:paraId="613E4A37" w14:textId="77777777" w:rsidR="00215FA6" w:rsidRPr="00215FA6" w:rsidRDefault="00215FA6" w:rsidP="00215FA6">
      <w:pPr>
        <w:numPr>
          <w:ilvl w:val="0"/>
          <w:numId w:val="43"/>
        </w:numPr>
        <w:spacing w:after="200" w:line="276" w:lineRule="auto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Lista modificărilor la contract</w:t>
      </w:r>
    </w:p>
    <w:p w14:paraId="2DB2147F" w14:textId="77777777" w:rsidR="00215FA6" w:rsidRPr="00215FA6" w:rsidRDefault="00215FA6" w:rsidP="00215FA6">
      <w:pPr>
        <w:numPr>
          <w:ilvl w:val="0"/>
          <w:numId w:val="42"/>
        </w:numPr>
        <w:tabs>
          <w:tab w:val="left" w:pos="426"/>
        </w:tabs>
        <w:spacing w:after="120" w:line="276" w:lineRule="auto"/>
        <w:ind w:left="1134" w:hanging="283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Contract de lucrări nr. ….   din data de ………….</w:t>
      </w:r>
    </w:p>
    <w:p w14:paraId="23C910EC" w14:textId="77777777" w:rsidR="00215FA6" w:rsidRPr="00215FA6" w:rsidRDefault="00215FA6" w:rsidP="00215FA6">
      <w:pPr>
        <w:numPr>
          <w:ilvl w:val="0"/>
          <w:numId w:val="42"/>
        </w:numPr>
        <w:tabs>
          <w:tab w:val="left" w:pos="426"/>
        </w:tabs>
        <w:spacing w:after="120" w:line="276" w:lineRule="auto"/>
        <w:ind w:left="1134" w:hanging="283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Durata iniţială …….. luni ( de la data de …………. până la data de ……………..)</w:t>
      </w:r>
    </w:p>
    <w:p w14:paraId="739AFDD4" w14:textId="77777777" w:rsidR="00215FA6" w:rsidRPr="00215FA6" w:rsidRDefault="00215FA6" w:rsidP="00215FA6">
      <w:pPr>
        <w:numPr>
          <w:ilvl w:val="0"/>
          <w:numId w:val="42"/>
        </w:numPr>
        <w:tabs>
          <w:tab w:val="left" w:pos="426"/>
        </w:tabs>
        <w:spacing w:after="120" w:line="276" w:lineRule="auto"/>
        <w:ind w:left="1134" w:hanging="283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Acte adiționale: NU</w:t>
      </w:r>
    </w:p>
    <w:p w14:paraId="1C08B4E4" w14:textId="77777777" w:rsidR="00215FA6" w:rsidRPr="00215FA6" w:rsidRDefault="00215FA6" w:rsidP="00215FA6">
      <w:pPr>
        <w:tabs>
          <w:tab w:val="left" w:pos="426"/>
        </w:tabs>
        <w:ind w:left="1134" w:hanging="283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                             sau </w:t>
      </w:r>
    </w:p>
    <w:p w14:paraId="15104082" w14:textId="77777777" w:rsidR="00215FA6" w:rsidRPr="00215FA6" w:rsidRDefault="00215FA6" w:rsidP="00215FA6">
      <w:pPr>
        <w:tabs>
          <w:tab w:val="left" w:pos="426"/>
        </w:tabs>
        <w:ind w:left="1134" w:hanging="283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                             DA, respectiv  Act adiţional nr. ….   din data de ………….</w:t>
      </w:r>
      <w:r w:rsidRPr="00215FA6">
        <w:rPr>
          <w:rFonts w:ascii="Trebuchet MS" w:hAnsi="Trebuchet MS" w:cs="Times New Roman"/>
          <w:i/>
          <w:color w:val="0F243E"/>
          <w:lang w:eastAsia="en-US"/>
        </w:rPr>
        <w:t xml:space="preserve"> (se vor enumera, în ordine cronologică toate actele adiţionale semnate până la data depunerii cererii de finanţare)</w:t>
      </w:r>
    </w:p>
    <w:p w14:paraId="2B877F1D" w14:textId="77777777" w:rsidR="00215FA6" w:rsidRPr="00215FA6" w:rsidRDefault="00215FA6" w:rsidP="00215FA6">
      <w:pPr>
        <w:numPr>
          <w:ilvl w:val="0"/>
          <w:numId w:val="42"/>
        </w:numPr>
        <w:tabs>
          <w:tab w:val="left" w:pos="426"/>
        </w:tabs>
        <w:spacing w:after="120" w:line="276" w:lineRule="auto"/>
        <w:ind w:left="1134" w:hanging="283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NR-uri: NU</w:t>
      </w:r>
    </w:p>
    <w:p w14:paraId="082444BE" w14:textId="77777777" w:rsidR="00215FA6" w:rsidRPr="00215FA6" w:rsidRDefault="00215FA6" w:rsidP="00215FA6">
      <w:pPr>
        <w:tabs>
          <w:tab w:val="left" w:pos="426"/>
        </w:tabs>
        <w:ind w:left="1134" w:hanging="283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                Sau</w:t>
      </w:r>
    </w:p>
    <w:p w14:paraId="726DF241" w14:textId="77777777" w:rsidR="00215FA6" w:rsidRPr="00215FA6" w:rsidRDefault="00215FA6" w:rsidP="00215FA6">
      <w:pPr>
        <w:tabs>
          <w:tab w:val="left" w:pos="426"/>
        </w:tabs>
        <w:ind w:left="1134" w:hanging="283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                DA, respectiv  NR   din data de ………….</w:t>
      </w:r>
      <w:r w:rsidRPr="00215FA6">
        <w:rPr>
          <w:rFonts w:ascii="Trebuchet MS" w:hAnsi="Trebuchet MS" w:cs="Times New Roman"/>
          <w:i/>
          <w:color w:val="0F243E"/>
          <w:lang w:eastAsia="en-US"/>
        </w:rPr>
        <w:t xml:space="preserve"> (se vor enumera, în ordine cronologică toate NR-urile existente până la data depunerii cererii de finanţare)</w:t>
      </w:r>
    </w:p>
    <w:p w14:paraId="7EF3A185" w14:textId="77777777" w:rsidR="00215FA6" w:rsidRPr="00215FA6" w:rsidRDefault="00215FA6" w:rsidP="00215FA6">
      <w:pPr>
        <w:numPr>
          <w:ilvl w:val="0"/>
          <w:numId w:val="42"/>
        </w:numPr>
        <w:tabs>
          <w:tab w:val="left" w:pos="426"/>
        </w:tabs>
        <w:spacing w:after="120" w:line="276" w:lineRule="auto"/>
        <w:ind w:left="1134" w:hanging="283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NCS-uri: NU</w:t>
      </w:r>
    </w:p>
    <w:p w14:paraId="63885989" w14:textId="77777777" w:rsidR="00215FA6" w:rsidRPr="00215FA6" w:rsidRDefault="00215FA6" w:rsidP="00215FA6">
      <w:pPr>
        <w:tabs>
          <w:tab w:val="left" w:pos="426"/>
        </w:tabs>
        <w:ind w:left="1134" w:hanging="283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                 sau </w:t>
      </w:r>
    </w:p>
    <w:p w14:paraId="00DFBE1B" w14:textId="77777777" w:rsidR="00215FA6" w:rsidRPr="00215FA6" w:rsidRDefault="00215FA6" w:rsidP="00215FA6">
      <w:pPr>
        <w:tabs>
          <w:tab w:val="left" w:pos="426"/>
        </w:tabs>
        <w:ind w:left="1134" w:hanging="283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                 DA, respectiv  NCS   din data de ………….</w:t>
      </w:r>
      <w:r w:rsidRPr="00215FA6">
        <w:rPr>
          <w:rFonts w:ascii="Trebuchet MS" w:hAnsi="Trebuchet MS" w:cs="Times New Roman"/>
          <w:i/>
          <w:color w:val="0F243E"/>
          <w:lang w:eastAsia="en-US"/>
        </w:rPr>
        <w:t xml:space="preserve"> (se vor enumera, în ordine cronologică toate NCS-urile existente până la data depunerii cererii de finanţare)</w:t>
      </w:r>
    </w:p>
    <w:p w14:paraId="228CC36A" w14:textId="77777777" w:rsidR="00215FA6" w:rsidRPr="00215FA6" w:rsidRDefault="00215FA6" w:rsidP="00215FA6">
      <w:pPr>
        <w:numPr>
          <w:ilvl w:val="0"/>
          <w:numId w:val="42"/>
        </w:numPr>
        <w:tabs>
          <w:tab w:val="left" w:pos="426"/>
        </w:tabs>
        <w:spacing w:after="120" w:line="276" w:lineRule="auto"/>
        <w:ind w:left="1134" w:hanging="283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Ordin de începere a lucrărilor ….   din data de ………….</w:t>
      </w:r>
    </w:p>
    <w:p w14:paraId="0D31766E" w14:textId="77777777" w:rsidR="00215FA6" w:rsidRPr="00215FA6" w:rsidRDefault="00215FA6" w:rsidP="00215FA6">
      <w:pPr>
        <w:numPr>
          <w:ilvl w:val="0"/>
          <w:numId w:val="42"/>
        </w:numPr>
        <w:tabs>
          <w:tab w:val="left" w:pos="426"/>
        </w:tabs>
        <w:spacing w:after="120" w:line="276" w:lineRule="auto"/>
        <w:ind w:left="1134" w:hanging="283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Ordin de sistare: NU </w:t>
      </w:r>
    </w:p>
    <w:p w14:paraId="3D990C6D" w14:textId="77777777" w:rsidR="00215FA6" w:rsidRPr="00215FA6" w:rsidRDefault="00215FA6" w:rsidP="00215FA6">
      <w:pPr>
        <w:tabs>
          <w:tab w:val="left" w:pos="426"/>
        </w:tabs>
        <w:ind w:left="1134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                          sau DA, nr. ….   din data de ………….</w:t>
      </w:r>
    </w:p>
    <w:p w14:paraId="337E851B" w14:textId="77777777" w:rsidR="00215FA6" w:rsidRPr="00215FA6" w:rsidRDefault="00215FA6" w:rsidP="00215FA6">
      <w:pPr>
        <w:spacing w:after="200" w:line="276" w:lineRule="auto"/>
        <w:rPr>
          <w:rFonts w:ascii="Trebuchet MS" w:hAnsi="Trebuchet MS" w:cs="Times New Roman"/>
          <w:color w:val="0F243E"/>
          <w:lang w:eastAsia="en-US"/>
        </w:rPr>
      </w:pPr>
    </w:p>
    <w:p w14:paraId="17C53454" w14:textId="77777777" w:rsidR="00215FA6" w:rsidRPr="00215FA6" w:rsidRDefault="00215FA6" w:rsidP="00215FA6">
      <w:pPr>
        <w:spacing w:after="200" w:line="276" w:lineRule="auto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Centralizator al documentelor de plată</w:t>
      </w:r>
    </w:p>
    <w:tbl>
      <w:tblPr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1"/>
        <w:gridCol w:w="2073"/>
        <w:gridCol w:w="1288"/>
        <w:gridCol w:w="1984"/>
        <w:gridCol w:w="1288"/>
        <w:gridCol w:w="2171"/>
      </w:tblGrid>
      <w:tr w:rsidR="00215FA6" w:rsidRPr="00215FA6" w14:paraId="4B98A1C8" w14:textId="77777777" w:rsidTr="00215FA6">
        <w:trPr>
          <w:trHeight w:val="233"/>
        </w:trPr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533FD" w14:textId="77777777" w:rsidR="00215FA6" w:rsidRPr="00215FA6" w:rsidRDefault="00215FA6" w:rsidP="00215FA6">
            <w:pPr>
              <w:jc w:val="center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Situaţie de lucrări</w:t>
            </w:r>
          </w:p>
        </w:tc>
        <w:tc>
          <w:tcPr>
            <w:tcW w:w="3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3099" w14:textId="77777777" w:rsidR="00215FA6" w:rsidRPr="00215FA6" w:rsidRDefault="00215FA6" w:rsidP="00215FA6">
            <w:pPr>
              <w:jc w:val="center"/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Factură</w:t>
            </w:r>
          </w:p>
        </w:tc>
        <w:tc>
          <w:tcPr>
            <w:tcW w:w="3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468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Document plată</w:t>
            </w:r>
          </w:p>
        </w:tc>
      </w:tr>
      <w:tr w:rsidR="00215FA6" w:rsidRPr="00215FA6" w14:paraId="14CCAC7A" w14:textId="77777777" w:rsidTr="00215FA6">
        <w:trPr>
          <w:trHeight w:val="602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5A96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(nr/data)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F9A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Valoare totală, în lei, inclusiv TVA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4F267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(nr/data)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5F2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Valoare totală, în lei, inclusiv TVA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B0F0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(nr/data)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C99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Valoare totală, în lei, inclusiv TVA</w:t>
            </w:r>
          </w:p>
        </w:tc>
      </w:tr>
      <w:tr w:rsidR="00215FA6" w:rsidRPr="00215FA6" w14:paraId="469666C7" w14:textId="77777777" w:rsidTr="00215FA6">
        <w:trPr>
          <w:trHeight w:val="253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6DE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……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2FDA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9E7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97D2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389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2D3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  <w:tr w:rsidR="00215FA6" w:rsidRPr="00215FA6" w14:paraId="51E3B8F0" w14:textId="77777777" w:rsidTr="00215FA6">
        <w:trPr>
          <w:trHeight w:val="266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CB4B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TOTAL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BE6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8488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2CB4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99F5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  <w:r w:rsidRPr="00215FA6">
              <w:rPr>
                <w:rFonts w:ascii="Trebuchet MS" w:hAnsi="Trebuchet MS" w:cs="Times New Roman"/>
                <w:color w:val="0F243E"/>
                <w:lang w:eastAsia="en-US"/>
              </w:rPr>
              <w:t>TOTAL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180E" w14:textId="77777777" w:rsidR="00215FA6" w:rsidRPr="00215FA6" w:rsidRDefault="00215FA6" w:rsidP="00215FA6">
            <w:pPr>
              <w:rPr>
                <w:rFonts w:ascii="Trebuchet MS" w:hAnsi="Trebuchet MS" w:cs="Times New Roman"/>
                <w:color w:val="0F243E"/>
                <w:lang w:eastAsia="en-US"/>
              </w:rPr>
            </w:pPr>
          </w:p>
        </w:tc>
      </w:tr>
    </w:tbl>
    <w:p w14:paraId="283A9F96" w14:textId="77777777" w:rsidR="00215FA6" w:rsidRPr="00215FA6" w:rsidRDefault="00215FA6" w:rsidP="00215FA6">
      <w:pPr>
        <w:spacing w:after="200" w:line="276" w:lineRule="auto"/>
        <w:rPr>
          <w:rFonts w:ascii="Trebuchet MS" w:hAnsi="Trebuchet MS" w:cs="Times New Roman"/>
          <w:color w:val="0F243E"/>
          <w:lang w:eastAsia="en-US"/>
        </w:rPr>
      </w:pPr>
    </w:p>
    <w:p w14:paraId="6C091382" w14:textId="77777777" w:rsidR="00215FA6" w:rsidRPr="00215FA6" w:rsidRDefault="00215FA6" w:rsidP="00215FA6">
      <w:pPr>
        <w:keepNext/>
        <w:numPr>
          <w:ilvl w:val="0"/>
          <w:numId w:val="41"/>
        </w:numPr>
        <w:spacing w:before="240" w:after="60" w:line="276" w:lineRule="auto"/>
        <w:jc w:val="both"/>
        <w:outlineLvl w:val="0"/>
        <w:rPr>
          <w:rFonts w:ascii="Trebuchet MS" w:eastAsia="Times New Roman" w:hAnsi="Trebuchet MS"/>
          <w:b/>
          <w:bCs/>
          <w:color w:val="0F243E"/>
          <w:kern w:val="32"/>
          <w:lang w:eastAsia="en-US"/>
        </w:rPr>
      </w:pPr>
      <w:r w:rsidRPr="00215FA6">
        <w:rPr>
          <w:rFonts w:ascii="Trebuchet MS" w:eastAsia="Times New Roman" w:hAnsi="Trebuchet MS"/>
          <w:b/>
          <w:bCs/>
          <w:color w:val="0F243E"/>
          <w:kern w:val="32"/>
          <w:lang w:eastAsia="en-US"/>
        </w:rPr>
        <w:t>Anexe</w:t>
      </w:r>
    </w:p>
    <w:p w14:paraId="333E5026" w14:textId="77777777" w:rsidR="00215FA6" w:rsidRPr="00215FA6" w:rsidRDefault="00215FA6" w:rsidP="00215FA6">
      <w:pPr>
        <w:keepNext/>
        <w:numPr>
          <w:ilvl w:val="0"/>
          <w:numId w:val="44"/>
        </w:numPr>
        <w:tabs>
          <w:tab w:val="left" w:pos="708"/>
        </w:tabs>
        <w:spacing w:before="240" w:after="60" w:line="276" w:lineRule="auto"/>
        <w:jc w:val="both"/>
        <w:outlineLvl w:val="0"/>
        <w:rPr>
          <w:rFonts w:ascii="Trebuchet MS" w:eastAsia="Times New Roman" w:hAnsi="Trebuchet MS"/>
          <w:bCs/>
          <w:color w:val="0F243E"/>
          <w:kern w:val="32"/>
          <w:lang w:eastAsia="en-US"/>
        </w:rPr>
      </w:pPr>
      <w:r w:rsidRPr="00215FA6">
        <w:rPr>
          <w:rFonts w:ascii="Trebuchet MS" w:eastAsia="Times New Roman" w:hAnsi="Trebuchet MS"/>
          <w:bCs/>
          <w:color w:val="0F243E"/>
          <w:kern w:val="32"/>
          <w:lang w:eastAsia="en-US"/>
        </w:rPr>
        <w:t>deviz al lucrărilor executate şi plătite,</w:t>
      </w:r>
      <w:r w:rsidRPr="00215FA6">
        <w:rPr>
          <w:rFonts w:ascii="Trebuchet MS" w:eastAsia="Times New Roman" w:hAnsi="Trebuchet MS"/>
          <w:b/>
          <w:bCs/>
          <w:color w:val="0F243E"/>
          <w:kern w:val="32"/>
          <w:sz w:val="32"/>
          <w:szCs w:val="32"/>
          <w:lang w:eastAsia="en-US"/>
        </w:rPr>
        <w:t xml:space="preserve"> </w:t>
      </w:r>
      <w:r w:rsidRPr="00215FA6">
        <w:rPr>
          <w:rFonts w:ascii="Trebuchet MS" w:eastAsia="Times New Roman" w:hAnsi="Trebuchet MS"/>
          <w:bCs/>
          <w:color w:val="0F243E"/>
          <w:kern w:val="32"/>
          <w:lang w:eastAsia="en-US"/>
        </w:rPr>
        <w:t>deviz al lucrărilor executate şi neplătite şi respectiv deviz al lucrărilor ce urmează a mai fi executate.</w:t>
      </w:r>
    </w:p>
    <w:p w14:paraId="78958743" w14:textId="77777777" w:rsidR="00215FA6" w:rsidRPr="00215FA6" w:rsidRDefault="00215FA6" w:rsidP="00215FA6">
      <w:pPr>
        <w:spacing w:after="200" w:line="276" w:lineRule="auto"/>
        <w:jc w:val="right"/>
        <w:rPr>
          <w:rFonts w:ascii="Trebuchet MS" w:hAnsi="Trebuchet MS" w:cs="Times New Roman"/>
          <w:color w:val="0F243E"/>
          <w:lang w:eastAsia="en-US"/>
        </w:rPr>
      </w:pPr>
    </w:p>
    <w:p w14:paraId="1B72FDCB" w14:textId="77777777" w:rsidR="00215FA6" w:rsidRPr="00215FA6" w:rsidRDefault="00215FA6" w:rsidP="00215FA6">
      <w:pPr>
        <w:keepNext/>
        <w:numPr>
          <w:ilvl w:val="0"/>
          <w:numId w:val="41"/>
        </w:numPr>
        <w:spacing w:before="240" w:after="60" w:line="276" w:lineRule="auto"/>
        <w:jc w:val="both"/>
        <w:outlineLvl w:val="0"/>
        <w:rPr>
          <w:rFonts w:ascii="Trebuchet MS" w:eastAsia="Times New Roman" w:hAnsi="Trebuchet MS"/>
          <w:b/>
          <w:bCs/>
          <w:color w:val="0F243E"/>
          <w:kern w:val="32"/>
          <w:lang w:eastAsia="en-US"/>
        </w:rPr>
      </w:pPr>
      <w:r w:rsidRPr="00215FA6">
        <w:rPr>
          <w:rFonts w:ascii="Trebuchet MS" w:eastAsia="Times New Roman" w:hAnsi="Trebuchet MS"/>
          <w:b/>
          <w:bCs/>
          <w:color w:val="0F243E"/>
          <w:kern w:val="32"/>
          <w:lang w:eastAsia="en-US"/>
        </w:rPr>
        <w:t>Asumarea raportului</w:t>
      </w:r>
    </w:p>
    <w:p w14:paraId="257F102B" w14:textId="77777777" w:rsidR="00215FA6" w:rsidRPr="00215FA6" w:rsidRDefault="00215FA6" w:rsidP="00215FA6">
      <w:pPr>
        <w:spacing w:before="120" w:after="120" w:line="276" w:lineRule="auto"/>
        <w:jc w:val="both"/>
        <w:rPr>
          <w:rFonts w:ascii="Trebuchet MS" w:hAnsi="Trebuchet MS" w:cs="Times New Roman"/>
          <w:snapToGrid w:val="0"/>
          <w:color w:val="0F243E"/>
          <w:lang w:eastAsia="en-US"/>
        </w:rPr>
      </w:pPr>
      <w:r w:rsidRPr="00215FA6">
        <w:rPr>
          <w:rFonts w:ascii="Trebuchet MS" w:hAnsi="Trebuchet MS" w:cs="Times New Roman"/>
          <w:snapToGrid w:val="0"/>
          <w:color w:val="0F243E"/>
          <w:lang w:eastAsia="en-US"/>
        </w:rPr>
        <w:t>Subsemnații,</w:t>
      </w:r>
    </w:p>
    <w:p w14:paraId="169BF6AC" w14:textId="2E8A8399" w:rsidR="00215FA6" w:rsidRPr="00215FA6" w:rsidRDefault="00725137" w:rsidP="00215FA6">
      <w:pPr>
        <w:numPr>
          <w:ilvl w:val="0"/>
          <w:numId w:val="45"/>
        </w:numPr>
        <w:spacing w:before="120" w:after="200" w:line="276" w:lineRule="auto"/>
        <w:ind w:left="1440"/>
        <w:jc w:val="both"/>
        <w:rPr>
          <w:rFonts w:ascii="Trebuchet MS" w:eastAsia="Times New Roman" w:hAnsi="Trebuchet MS" w:cs="Times New Roman"/>
          <w:snapToGrid w:val="0"/>
          <w:color w:val="0F243E"/>
        </w:rPr>
      </w:pPr>
      <w:r w:rsidRPr="00725137">
        <w:rPr>
          <w:rFonts w:ascii="Trebuchet MS" w:eastAsia="Times New Roman" w:hAnsi="Trebuchet MS" w:cs="Times New Roman"/>
          <w:snapToGrid w:val="0"/>
          <w:color w:val="0F243E"/>
        </w:rPr>
        <w:t>......................................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</w:rPr>
        <w:t xml:space="preserve">reprezentantului legal al solicitantului, astfel cum acesta apare în BI/CI, CNP </w:t>
      </w:r>
      <w:r w:rsidRPr="00725137">
        <w:rPr>
          <w:rFonts w:ascii="Trebuchet MS" w:eastAsia="Times New Roman" w:hAnsi="Trebuchet MS" w:cs="Times New Roman"/>
          <w:snapToGrid w:val="0"/>
          <w:color w:val="0F243E"/>
        </w:rPr>
        <w:t>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</w:rPr>
        <w:t xml:space="preserve">, în calitate de </w:t>
      </w:r>
      <w:r w:rsidRPr="00725137">
        <w:rPr>
          <w:rFonts w:ascii="Trebuchet MS" w:eastAsia="Times New Roman" w:hAnsi="Trebuchet MS" w:cs="Times New Roman"/>
          <w:snapToGrid w:val="0"/>
          <w:color w:val="0F243E"/>
        </w:rPr>
        <w:t>..................................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</w:rPr>
        <w:t xml:space="preserve">al </w:t>
      </w:r>
      <w:r w:rsidRPr="00725137">
        <w:rPr>
          <w:rFonts w:ascii="Trebuchet MS" w:eastAsia="Times New Roman" w:hAnsi="Trebuchet MS" w:cs="Times New Roman"/>
          <w:snapToGrid w:val="0"/>
          <w:color w:val="0F243E"/>
        </w:rPr>
        <w:t>...........................................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</w:rPr>
        <w:t xml:space="preserve">, </w:t>
      </w:r>
    </w:p>
    <w:p w14:paraId="7852EF09" w14:textId="13BCBF4B" w:rsidR="00215FA6" w:rsidRPr="00215FA6" w:rsidRDefault="00725137" w:rsidP="00215FA6">
      <w:pPr>
        <w:numPr>
          <w:ilvl w:val="0"/>
          <w:numId w:val="45"/>
        </w:numPr>
        <w:spacing w:before="120" w:after="200" w:line="276" w:lineRule="auto"/>
        <w:ind w:left="1440"/>
        <w:jc w:val="both"/>
        <w:rPr>
          <w:rFonts w:ascii="Trebuchet MS" w:eastAsia="Times New Roman" w:hAnsi="Trebuchet MS" w:cs="Times New Roman"/>
          <w:snapToGrid w:val="0"/>
          <w:color w:val="0F243E"/>
          <w:lang w:val="it-IT"/>
        </w:rPr>
      </w:pPr>
      <w:r>
        <w:rPr>
          <w:rFonts w:ascii="Trebuchet MS" w:eastAsia="Times New Roman" w:hAnsi="Trebuchet MS" w:cs="Times New Roman"/>
          <w:snapToGrid w:val="0"/>
          <w:color w:val="0F243E"/>
          <w:lang w:val="it-IT"/>
        </w:rPr>
        <w:t>....................................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  <w:lang w:val="it-IT"/>
        </w:rPr>
        <w:t xml:space="preserve"> dirigintelui de şantier/reprezentantului legal al dirigintelui de şantier, astfel cum acesta apare în BI/CI,  CNP </w:t>
      </w:r>
      <w:r w:rsidRPr="00725137">
        <w:rPr>
          <w:rFonts w:ascii="Trebuchet MS" w:eastAsia="Times New Roman" w:hAnsi="Trebuchet MS" w:cs="Times New Roman"/>
          <w:snapToGrid w:val="0"/>
          <w:color w:val="0F243E"/>
          <w:lang w:val="it-IT"/>
        </w:rPr>
        <w:t>...............................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  <w:lang w:val="it-IT"/>
        </w:rPr>
        <w:t xml:space="preserve">, în calitate de </w:t>
      </w:r>
      <w:r w:rsidRPr="00725137">
        <w:rPr>
          <w:rFonts w:ascii="Trebuchet MS" w:eastAsia="Times New Roman" w:hAnsi="Trebuchet MS" w:cs="Times New Roman"/>
          <w:snapToGrid w:val="0"/>
          <w:color w:val="0F243E"/>
          <w:lang w:val="it-IT"/>
        </w:rPr>
        <w:t>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  <w:lang w:val="it-IT"/>
        </w:rPr>
        <w:t xml:space="preserve"> (dacă este cazul) al </w:t>
      </w:r>
      <w:r w:rsidRPr="00725137">
        <w:rPr>
          <w:rFonts w:ascii="Trebuchet MS" w:eastAsia="Times New Roman" w:hAnsi="Trebuchet MS" w:cs="Times New Roman"/>
          <w:snapToGrid w:val="0"/>
          <w:color w:val="0F243E"/>
          <w:lang w:val="it-IT"/>
        </w:rPr>
        <w:t>...........................................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  <w:lang w:val="it-IT"/>
        </w:rPr>
        <w:t xml:space="preserve">, </w:t>
      </w:r>
    </w:p>
    <w:p w14:paraId="20A92235" w14:textId="6A621B67" w:rsidR="00215FA6" w:rsidRPr="00215FA6" w:rsidRDefault="00725137" w:rsidP="00215FA6">
      <w:pPr>
        <w:numPr>
          <w:ilvl w:val="0"/>
          <w:numId w:val="45"/>
        </w:numPr>
        <w:spacing w:before="120" w:after="200" w:line="276" w:lineRule="auto"/>
        <w:ind w:left="1440"/>
        <w:jc w:val="both"/>
        <w:rPr>
          <w:rFonts w:ascii="Trebuchet MS" w:eastAsia="Times New Roman" w:hAnsi="Trebuchet MS" w:cs="Times New Roman"/>
          <w:snapToGrid w:val="0"/>
          <w:color w:val="0F243E"/>
        </w:rPr>
      </w:pPr>
      <w:r>
        <w:rPr>
          <w:rFonts w:ascii="Trebuchet MS" w:eastAsia="Times New Roman" w:hAnsi="Trebuchet MS" w:cs="Times New Roman"/>
          <w:snapToGrid w:val="0"/>
          <w:color w:val="0F243E"/>
          <w:lang w:val="it-IT"/>
        </w:rPr>
        <w:lastRenderedPageBreak/>
        <w:t>.............................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  <w:lang w:val="it-IT"/>
        </w:rPr>
        <w:t xml:space="preserve"> al constructorului, astfel cum acesta apare în BI/CI, CNP </w:t>
      </w:r>
      <w:r w:rsidRPr="00725137">
        <w:rPr>
          <w:rFonts w:ascii="Trebuchet MS" w:eastAsia="Times New Roman" w:hAnsi="Trebuchet MS" w:cs="Times New Roman"/>
          <w:snapToGrid w:val="0"/>
          <w:color w:val="0F243E"/>
          <w:lang w:val="it-IT"/>
        </w:rPr>
        <w:t>..................................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  <w:lang w:val="it-IT"/>
        </w:rPr>
        <w:t xml:space="preserve">, în calitate de </w:t>
      </w:r>
      <w:r w:rsidRPr="00725137">
        <w:rPr>
          <w:rFonts w:ascii="Trebuchet MS" w:eastAsia="Times New Roman" w:hAnsi="Trebuchet MS" w:cs="Times New Roman"/>
          <w:snapToGrid w:val="0"/>
          <w:color w:val="0F243E"/>
          <w:lang w:val="it-IT"/>
        </w:rPr>
        <w:t>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</w:rPr>
        <w:t xml:space="preserve"> al </w:t>
      </w:r>
      <w:r>
        <w:rPr>
          <w:rFonts w:ascii="Trebuchet MS" w:eastAsia="Times New Roman" w:hAnsi="Trebuchet MS" w:cs="Times New Roman"/>
          <w:snapToGrid w:val="0"/>
          <w:color w:val="0F243E"/>
        </w:rPr>
        <w:t>..................................</w:t>
      </w:r>
      <w:r w:rsidR="00215FA6" w:rsidRPr="00215FA6">
        <w:rPr>
          <w:rFonts w:ascii="Trebuchet MS" w:eastAsia="Times New Roman" w:hAnsi="Trebuchet MS" w:cs="Times New Roman"/>
          <w:snapToGrid w:val="0"/>
          <w:color w:val="0F243E"/>
        </w:rPr>
        <w:t xml:space="preserve">, </w:t>
      </w:r>
    </w:p>
    <w:p w14:paraId="13922159" w14:textId="77777777" w:rsidR="00215FA6" w:rsidRPr="00215FA6" w:rsidRDefault="00215FA6" w:rsidP="00215FA6">
      <w:pPr>
        <w:spacing w:before="120" w:after="120"/>
        <w:ind w:left="720"/>
        <w:jc w:val="both"/>
        <w:rPr>
          <w:rFonts w:ascii="Trebuchet MS" w:eastAsia="Times New Roman" w:hAnsi="Trebuchet MS" w:cs="Times New Roman"/>
          <w:snapToGrid w:val="0"/>
          <w:color w:val="0F243E"/>
        </w:rPr>
      </w:pPr>
    </w:p>
    <w:p w14:paraId="681621DB" w14:textId="77777777" w:rsidR="00215FA6" w:rsidRPr="00215FA6" w:rsidRDefault="00215FA6" w:rsidP="00215FA6">
      <w:pPr>
        <w:spacing w:before="120" w:after="120" w:line="276" w:lineRule="auto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snapToGrid w:val="0"/>
          <w:color w:val="0F243E"/>
          <w:lang w:eastAsia="en-US"/>
        </w:rPr>
        <w:t xml:space="preserve">cunoscând că falsul în declaraţii este pedepsit de legea penală, conform prevederilor din Codul Penal, declaram în solidar, pe propria răspundere, că </w:t>
      </w:r>
      <w:r w:rsidRPr="00215FA6">
        <w:rPr>
          <w:rFonts w:ascii="Trebuchet MS" w:hAnsi="Trebuchet MS"/>
          <w:snapToGrid w:val="0"/>
          <w:color w:val="0F243E"/>
          <w:lang w:eastAsia="en-US"/>
        </w:rPr>
        <w:t>informaţiile furnizate sunt complete şi corecte în fiecare detaliu şi înţelegem că Autoritatea de Management PoIDS / OI/ OIR au dreptul de a solicita, în scopul verificării şi confirmării declaraţiilor, situaţiilor şi documentelor care însoţesc</w:t>
      </w:r>
      <w:r w:rsidRPr="00215FA6">
        <w:rPr>
          <w:rFonts w:ascii="Trebuchet MS" w:hAnsi="Trebuchet MS" w:cs="Times New Roman"/>
          <w:color w:val="0F243E"/>
          <w:lang w:eastAsia="en-US"/>
        </w:rPr>
        <w:t xml:space="preserve"> prezentul raport, orice informaţii suplimentare cu privire la aspectele menționate în cadrul prezentului raport.</w:t>
      </w:r>
    </w:p>
    <w:p w14:paraId="341DB62F" w14:textId="77777777" w:rsidR="00215FA6" w:rsidRPr="00215FA6" w:rsidRDefault="00215FA6" w:rsidP="00215FA6">
      <w:pPr>
        <w:spacing w:before="120" w:after="120" w:line="276" w:lineRule="auto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Subsemnații autorizăm prin prezenta orice instituţie, sau alte persoane juridice să furnizeze informaţii reprezentanţilor autorizaţi ai Autorităţii de Management </w:t>
      </w:r>
      <w:r w:rsidRPr="00215FA6">
        <w:rPr>
          <w:rFonts w:ascii="Trebuchet MS" w:hAnsi="Trebuchet MS"/>
          <w:snapToGrid w:val="0"/>
          <w:color w:val="0F243E"/>
          <w:lang w:eastAsia="en-US"/>
        </w:rPr>
        <w:t xml:space="preserve">PoIDS / OI/ OIR </w:t>
      </w:r>
      <w:r w:rsidRPr="00215FA6">
        <w:rPr>
          <w:rFonts w:ascii="Trebuchet MS" w:hAnsi="Trebuchet MS" w:cs="Times New Roman"/>
          <w:color w:val="0F243E"/>
          <w:lang w:eastAsia="en-US"/>
        </w:rPr>
        <w:t xml:space="preserve">cu privire la orice aspect în legătură cu </w:t>
      </w:r>
      <w:r w:rsidRPr="00215FA6">
        <w:rPr>
          <w:rFonts w:ascii="Trebuchet MS" w:hAnsi="Trebuchet MS" w:cs="Times New Roman"/>
          <w:b/>
          <w:bCs/>
          <w:color w:val="0F243E"/>
          <w:lang w:eastAsia="en-US"/>
        </w:rPr>
        <w:t>execuția investiției</w:t>
      </w:r>
      <w:r w:rsidRPr="00215FA6">
        <w:rPr>
          <w:rFonts w:ascii="Trebuchet MS" w:hAnsi="Trebuchet MS" w:cs="Times New Roman"/>
          <w:color w:val="0F243E"/>
          <w:lang w:eastAsia="en-US"/>
        </w:rPr>
        <w:t>.</w:t>
      </w:r>
    </w:p>
    <w:p w14:paraId="72E30AEE" w14:textId="77777777" w:rsidR="00215FA6" w:rsidRPr="00215FA6" w:rsidRDefault="00215FA6" w:rsidP="00215FA6">
      <w:pPr>
        <w:spacing w:before="120" w:after="120" w:line="276" w:lineRule="auto"/>
        <w:jc w:val="both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 xml:space="preserve">Subsemnații declarăm că înţelegem şi acceptăm că furnizarea deliberată, către Autoritatea de Management </w:t>
      </w:r>
      <w:r w:rsidRPr="00215FA6">
        <w:rPr>
          <w:rFonts w:ascii="Trebuchet MS" w:hAnsi="Trebuchet MS"/>
          <w:snapToGrid w:val="0"/>
          <w:color w:val="0F243E"/>
          <w:lang w:eastAsia="en-US"/>
        </w:rPr>
        <w:t>PoIDS / OI/ OIR</w:t>
      </w:r>
      <w:r w:rsidRPr="00215FA6">
        <w:rPr>
          <w:rFonts w:ascii="Trebuchet MS" w:hAnsi="Trebuchet MS" w:cs="Times New Roman"/>
          <w:color w:val="0F243E"/>
          <w:lang w:eastAsia="en-US"/>
        </w:rPr>
        <w:t xml:space="preserve">, de date incorecte şi/sau incomplete în legătură cu circumstanţele de mai sus poate conduce la respingerea cererii de finanţare. </w:t>
      </w:r>
    </w:p>
    <w:p w14:paraId="0B272ED8" w14:textId="77777777" w:rsidR="00215FA6" w:rsidRPr="00215FA6" w:rsidRDefault="00215FA6" w:rsidP="00215FA6">
      <w:pPr>
        <w:spacing w:before="120" w:after="120" w:line="276" w:lineRule="auto"/>
        <w:rPr>
          <w:rFonts w:ascii="Trebuchet MS" w:hAnsi="Trebuchet MS" w:cs="Times New Roman"/>
          <w:snapToGrid w:val="0"/>
          <w:color w:val="0F243E"/>
          <w:lang w:eastAsia="en-US"/>
        </w:rPr>
      </w:pPr>
    </w:p>
    <w:p w14:paraId="793CDAF9" w14:textId="77777777" w:rsidR="00215FA6" w:rsidRPr="00215FA6" w:rsidRDefault="00215FA6" w:rsidP="00215FA6">
      <w:pPr>
        <w:spacing w:after="200" w:line="276" w:lineRule="auto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SEMNĂTURI/DATA:</w:t>
      </w:r>
    </w:p>
    <w:p w14:paraId="2EA97FBD" w14:textId="77777777" w:rsidR="00215FA6" w:rsidRPr="00215FA6" w:rsidRDefault="00215FA6" w:rsidP="00215FA6">
      <w:pPr>
        <w:spacing w:after="200" w:line="276" w:lineRule="auto"/>
        <w:rPr>
          <w:rFonts w:ascii="Trebuchet MS" w:hAnsi="Trebuchet MS" w:cs="Times New Roman"/>
          <w:color w:val="0F243E"/>
          <w:lang w:eastAsia="en-US"/>
        </w:rPr>
      </w:pPr>
    </w:p>
    <w:p w14:paraId="3796441C" w14:textId="77777777" w:rsidR="00215FA6" w:rsidRPr="00215FA6" w:rsidRDefault="00215FA6" w:rsidP="00215FA6">
      <w:pPr>
        <w:tabs>
          <w:tab w:val="left" w:pos="7875"/>
        </w:tabs>
        <w:spacing w:after="200" w:line="276" w:lineRule="auto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Reprezentantul legal                                                                                      Reprezentantul legal</w:t>
      </w:r>
    </w:p>
    <w:p w14:paraId="1ABFC6D5" w14:textId="77777777" w:rsidR="00215FA6" w:rsidRPr="00215FA6" w:rsidRDefault="00215FA6" w:rsidP="00215FA6">
      <w:pPr>
        <w:tabs>
          <w:tab w:val="left" w:pos="3855"/>
          <w:tab w:val="left" w:pos="8025"/>
        </w:tabs>
        <w:spacing w:after="200" w:line="276" w:lineRule="auto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al beneficiarului,</w:t>
      </w:r>
      <w:r w:rsidRPr="00215FA6">
        <w:rPr>
          <w:rFonts w:ascii="Trebuchet MS" w:hAnsi="Trebuchet MS" w:cs="Times New Roman"/>
          <w:color w:val="0F243E"/>
          <w:lang w:eastAsia="en-US"/>
        </w:rPr>
        <w:tab/>
        <w:t xml:space="preserve">Diriginte de şantier,                          al constructorului  </w:t>
      </w:r>
    </w:p>
    <w:p w14:paraId="4A3B98FE" w14:textId="77777777" w:rsidR="00215FA6" w:rsidRPr="00215FA6" w:rsidRDefault="00215FA6" w:rsidP="00215FA6">
      <w:pPr>
        <w:tabs>
          <w:tab w:val="left" w:pos="3855"/>
          <w:tab w:val="left" w:pos="8025"/>
        </w:tabs>
        <w:spacing w:after="200" w:line="276" w:lineRule="auto"/>
        <w:rPr>
          <w:rFonts w:ascii="Trebuchet MS" w:hAnsi="Trebuchet MS" w:cs="Times New Roman"/>
          <w:color w:val="0F243E"/>
          <w:lang w:eastAsia="en-US"/>
        </w:rPr>
      </w:pPr>
      <w:r w:rsidRPr="00215FA6">
        <w:rPr>
          <w:rFonts w:ascii="Trebuchet MS" w:hAnsi="Trebuchet MS" w:cs="Times New Roman"/>
          <w:color w:val="0F243E"/>
          <w:lang w:eastAsia="en-US"/>
        </w:rPr>
        <w:t>(semnătura, data)                                    (semnătura, data)                              (semnătura, data)</w:t>
      </w:r>
      <w:bookmarkEnd w:id="0"/>
    </w:p>
    <w:p w14:paraId="420C9F8B" w14:textId="77777777" w:rsidR="00D2323E" w:rsidRPr="00F32045" w:rsidRDefault="00D2323E" w:rsidP="00215FA6">
      <w:pPr>
        <w:tabs>
          <w:tab w:val="left" w:pos="695"/>
        </w:tabs>
        <w:spacing w:before="117" w:after="160" w:line="256" w:lineRule="auto"/>
        <w:jc w:val="right"/>
        <w:rPr>
          <w:rFonts w:ascii="Trebuchet MS" w:eastAsia="Trebuchet MS" w:hAnsi="Trebuchet MS"/>
          <w:b/>
          <w:sz w:val="12"/>
          <w:szCs w:val="12"/>
        </w:rPr>
      </w:pPr>
    </w:p>
    <w:sectPr w:rsidR="00D2323E" w:rsidRPr="00F32045" w:rsidSect="00F320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42D6B" w14:textId="77777777" w:rsidR="00074C32" w:rsidRDefault="00074C32" w:rsidP="00AB1717">
      <w:r>
        <w:separator/>
      </w:r>
    </w:p>
  </w:endnote>
  <w:endnote w:type="continuationSeparator" w:id="0">
    <w:p w14:paraId="3A2E9D9C" w14:textId="77777777" w:rsidR="00074C32" w:rsidRDefault="00074C32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8E83" w14:textId="77777777" w:rsidR="00930901" w:rsidRDefault="0093090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4668F" w14:textId="54E2573C" w:rsidR="004720E3" w:rsidRDefault="00DC1D81" w:rsidP="00B7047E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851460" wp14:editId="26EEB2C8">
          <wp:simplePos x="0" y="0"/>
          <wp:positionH relativeFrom="column">
            <wp:posOffset>5653925</wp:posOffset>
          </wp:positionH>
          <wp:positionV relativeFrom="paragraph">
            <wp:posOffset>-410210</wp:posOffset>
          </wp:positionV>
          <wp:extent cx="604911" cy="604911"/>
          <wp:effectExtent l="0" t="0" r="0" b="0"/>
          <wp:wrapNone/>
          <wp:docPr id="442774048" name="Picture 442774048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11" cy="604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A3204CF" wp14:editId="00AA2BBE">
          <wp:simplePos x="0" y="0"/>
          <wp:positionH relativeFrom="column">
            <wp:posOffset>3371985</wp:posOffset>
          </wp:positionH>
          <wp:positionV relativeFrom="paragraph">
            <wp:posOffset>-430530</wp:posOffset>
          </wp:positionV>
          <wp:extent cx="2236470" cy="599440"/>
          <wp:effectExtent l="0" t="0" r="0" b="0"/>
          <wp:wrapNone/>
          <wp:docPr id="1980981081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D7CD1" w14:textId="77777777" w:rsidR="00930901" w:rsidRDefault="0093090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B81D0" w14:textId="77777777" w:rsidR="00074C32" w:rsidRDefault="00074C32" w:rsidP="00AB1717">
      <w:r>
        <w:separator/>
      </w:r>
    </w:p>
  </w:footnote>
  <w:footnote w:type="continuationSeparator" w:id="0">
    <w:p w14:paraId="2C33E815" w14:textId="77777777" w:rsidR="00074C32" w:rsidRDefault="00074C32" w:rsidP="00A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B37B3" w14:textId="3D628054" w:rsidR="00930901" w:rsidRDefault="0093090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07E3" w14:textId="06E1FC92" w:rsidR="002B656B" w:rsidRDefault="002B656B" w:rsidP="002B656B">
    <w:pPr>
      <w:pStyle w:val="Antet"/>
    </w:pPr>
  </w:p>
  <w:p w14:paraId="5C37BB1D" w14:textId="110B62EA" w:rsidR="00B36A1D" w:rsidRDefault="002B656B" w:rsidP="002B656B">
    <w:pPr>
      <w:pStyle w:val="Antet"/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34F31BE4" wp14:editId="6D81C7E7">
          <wp:extent cx="2453489" cy="514800"/>
          <wp:effectExtent l="0" t="0" r="0" b="6350"/>
          <wp:docPr id="1138322314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137E">
      <w:t xml:space="preserve">                </w:t>
    </w:r>
    <w:r>
      <w:tab/>
    </w:r>
    <w:r w:rsidRPr="0016289B">
      <w:rPr>
        <w:rFonts w:ascii="Trebuchet MS" w:hAnsi="Trebuchet MS"/>
        <w:noProof/>
        <w:color w:val="002060"/>
        <w:sz w:val="24"/>
        <w:szCs w:val="24"/>
      </w:rPr>
      <w:drawing>
        <wp:inline distT="0" distB="0" distL="0" distR="0" wp14:anchorId="353DEEDA" wp14:editId="2400F830">
          <wp:extent cx="611354" cy="606582"/>
          <wp:effectExtent l="0" t="0" r="0" b="3175"/>
          <wp:docPr id="1138322315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BFE41" w14:textId="041F3C8C" w:rsidR="00930901" w:rsidRDefault="0093090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8637E"/>
    <w:multiLevelType w:val="hybridMultilevel"/>
    <w:tmpl w:val="25FEF17A"/>
    <w:lvl w:ilvl="0" w:tplc="04090003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1" w15:restartNumberingAfterBreak="0">
    <w:nsid w:val="21043FA0"/>
    <w:multiLevelType w:val="hybridMultilevel"/>
    <w:tmpl w:val="3E769B80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01D0B"/>
    <w:multiLevelType w:val="hybridMultilevel"/>
    <w:tmpl w:val="1360BCB8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3" w15:restartNumberingAfterBreak="0">
    <w:nsid w:val="26BB043E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FAB705A"/>
    <w:multiLevelType w:val="hybridMultilevel"/>
    <w:tmpl w:val="D94A8AFA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739DB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99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6" w15:restartNumberingAfterBreak="0">
    <w:nsid w:val="3369024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C76CB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9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D21C79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CCD5748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96C3F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413D85"/>
    <w:multiLevelType w:val="hybridMultilevel"/>
    <w:tmpl w:val="94C27978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E038E"/>
    <w:multiLevelType w:val="hybridMultilevel"/>
    <w:tmpl w:val="3DA41890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7" w15:restartNumberingAfterBreak="0">
    <w:nsid w:val="4DD11475"/>
    <w:multiLevelType w:val="multilevel"/>
    <w:tmpl w:val="DD9C5FD8"/>
    <w:lvl w:ilvl="0">
      <w:start w:val="1"/>
      <w:numFmt w:val="decimal"/>
      <w:pStyle w:val="Titlu5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b w:val="0"/>
        <w:color w:val="auto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8F16D7"/>
    <w:multiLevelType w:val="hybridMultilevel"/>
    <w:tmpl w:val="5AC22BE0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1CF4792"/>
    <w:multiLevelType w:val="hybridMultilevel"/>
    <w:tmpl w:val="DF487B4C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B00F3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37A16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9D4BCD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9D2265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0294C"/>
    <w:multiLevelType w:val="multilevel"/>
    <w:tmpl w:val="05A253F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5C933492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6" w15:restartNumberingAfterBreak="0">
    <w:nsid w:val="5D432A57"/>
    <w:multiLevelType w:val="hybridMultilevel"/>
    <w:tmpl w:val="A112C510"/>
    <w:lvl w:ilvl="0" w:tplc="BEA694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62286C28"/>
    <w:multiLevelType w:val="hybridMultilevel"/>
    <w:tmpl w:val="7EFAB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0640C"/>
    <w:multiLevelType w:val="hybridMultilevel"/>
    <w:tmpl w:val="844275B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DE01C8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32" w15:restartNumberingAfterBreak="0">
    <w:nsid w:val="79B61F89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33" w15:restartNumberingAfterBreak="0">
    <w:nsid w:val="7B2F03AE"/>
    <w:multiLevelType w:val="multilevel"/>
    <w:tmpl w:val="C62864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18"/>
      </w:rPr>
    </w:lvl>
  </w:abstractNum>
  <w:abstractNum w:abstractNumId="34" w15:restartNumberingAfterBreak="0">
    <w:nsid w:val="7FFA64DA"/>
    <w:multiLevelType w:val="hybridMultilevel"/>
    <w:tmpl w:val="8B68982A"/>
    <w:lvl w:ilvl="0" w:tplc="04090003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num w:numId="1" w16cid:durableId="295188569">
    <w:abstractNumId w:val="10"/>
  </w:num>
  <w:num w:numId="2" w16cid:durableId="212233210">
    <w:abstractNumId w:val="7"/>
  </w:num>
  <w:num w:numId="3" w16cid:durableId="1714497640">
    <w:abstractNumId w:val="32"/>
  </w:num>
  <w:num w:numId="4" w16cid:durableId="1535656889">
    <w:abstractNumId w:val="25"/>
  </w:num>
  <w:num w:numId="5" w16cid:durableId="844974110">
    <w:abstractNumId w:val="31"/>
  </w:num>
  <w:num w:numId="6" w16cid:durableId="130366998">
    <w:abstractNumId w:val="33"/>
  </w:num>
  <w:num w:numId="7" w16cid:durableId="2136409505">
    <w:abstractNumId w:val="5"/>
  </w:num>
  <w:num w:numId="8" w16cid:durableId="267083431">
    <w:abstractNumId w:val="3"/>
  </w:num>
  <w:num w:numId="9" w16cid:durableId="842008696">
    <w:abstractNumId w:val="22"/>
  </w:num>
  <w:num w:numId="10" w16cid:durableId="2055152902">
    <w:abstractNumId w:val="29"/>
  </w:num>
  <w:num w:numId="11" w16cid:durableId="55511874">
    <w:abstractNumId w:val="28"/>
  </w:num>
  <w:num w:numId="12" w16cid:durableId="1834880392">
    <w:abstractNumId w:val="11"/>
  </w:num>
  <w:num w:numId="13" w16cid:durableId="1053650">
    <w:abstractNumId w:val="20"/>
  </w:num>
  <w:num w:numId="14" w16cid:durableId="610361028">
    <w:abstractNumId w:val="6"/>
  </w:num>
  <w:num w:numId="15" w16cid:durableId="728841100">
    <w:abstractNumId w:val="21"/>
  </w:num>
  <w:num w:numId="16" w16cid:durableId="1992977434">
    <w:abstractNumId w:val="23"/>
  </w:num>
  <w:num w:numId="17" w16cid:durableId="861354801">
    <w:abstractNumId w:val="12"/>
  </w:num>
  <w:num w:numId="18" w16cid:durableId="413281845">
    <w:abstractNumId w:val="4"/>
  </w:num>
  <w:num w:numId="19" w16cid:durableId="365448921">
    <w:abstractNumId w:val="19"/>
  </w:num>
  <w:num w:numId="20" w16cid:durableId="497380977">
    <w:abstractNumId w:val="1"/>
  </w:num>
  <w:num w:numId="21" w16cid:durableId="2056807848">
    <w:abstractNumId w:val="26"/>
  </w:num>
  <w:num w:numId="22" w16cid:durableId="12216745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25271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60673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986100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07580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56165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05642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58723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288833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86673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459920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32122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823062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4208789">
    <w:abstractNumId w:val="0"/>
  </w:num>
  <w:num w:numId="36" w16cid:durableId="1948196534">
    <w:abstractNumId w:val="34"/>
  </w:num>
  <w:num w:numId="37" w16cid:durableId="337118107">
    <w:abstractNumId w:val="2"/>
  </w:num>
  <w:num w:numId="38" w16cid:durableId="1248920786">
    <w:abstractNumId w:val="16"/>
  </w:num>
  <w:num w:numId="39" w16cid:durableId="49038872">
    <w:abstractNumId w:val="18"/>
  </w:num>
  <w:num w:numId="40" w16cid:durableId="890775906">
    <w:abstractNumId w:val="13"/>
  </w:num>
  <w:num w:numId="41" w16cid:durableId="7108047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8526499">
    <w:abstractNumId w:val="8"/>
  </w:num>
  <w:num w:numId="43" w16cid:durableId="1712537352">
    <w:abstractNumId w:val="15"/>
  </w:num>
  <w:num w:numId="44" w16cid:durableId="1221481186">
    <w:abstractNumId w:val="14"/>
  </w:num>
  <w:num w:numId="45" w16cid:durableId="151002408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07E"/>
    <w:rsid w:val="00004E4F"/>
    <w:rsid w:val="00004F90"/>
    <w:rsid w:val="000050A0"/>
    <w:rsid w:val="00011D23"/>
    <w:rsid w:val="00024147"/>
    <w:rsid w:val="00062B55"/>
    <w:rsid w:val="00074C32"/>
    <w:rsid w:val="000969E1"/>
    <w:rsid w:val="000C0B43"/>
    <w:rsid w:val="000C1CD2"/>
    <w:rsid w:val="000C2E11"/>
    <w:rsid w:val="000D427A"/>
    <w:rsid w:val="000E2DE4"/>
    <w:rsid w:val="000F3DAC"/>
    <w:rsid w:val="000F4924"/>
    <w:rsid w:val="001156D5"/>
    <w:rsid w:val="001267CC"/>
    <w:rsid w:val="001452F6"/>
    <w:rsid w:val="00152FC5"/>
    <w:rsid w:val="00166119"/>
    <w:rsid w:val="00171DB5"/>
    <w:rsid w:val="00185C81"/>
    <w:rsid w:val="00191E36"/>
    <w:rsid w:val="001948AF"/>
    <w:rsid w:val="001B5AC2"/>
    <w:rsid w:val="001C24E7"/>
    <w:rsid w:val="001C7BE7"/>
    <w:rsid w:val="001E0C13"/>
    <w:rsid w:val="001E122F"/>
    <w:rsid w:val="001E65EA"/>
    <w:rsid w:val="00215FA6"/>
    <w:rsid w:val="0022780B"/>
    <w:rsid w:val="0023057F"/>
    <w:rsid w:val="002305FC"/>
    <w:rsid w:val="00242874"/>
    <w:rsid w:val="00246A92"/>
    <w:rsid w:val="00253AFC"/>
    <w:rsid w:val="002633C5"/>
    <w:rsid w:val="002704A5"/>
    <w:rsid w:val="0027348F"/>
    <w:rsid w:val="00274D36"/>
    <w:rsid w:val="00277580"/>
    <w:rsid w:val="00284469"/>
    <w:rsid w:val="002A5BAF"/>
    <w:rsid w:val="002B656B"/>
    <w:rsid w:val="002C1977"/>
    <w:rsid w:val="002C29EA"/>
    <w:rsid w:val="002C5A87"/>
    <w:rsid w:val="002D37DF"/>
    <w:rsid w:val="002E226E"/>
    <w:rsid w:val="002E2ACF"/>
    <w:rsid w:val="002E2DAE"/>
    <w:rsid w:val="002F4E43"/>
    <w:rsid w:val="00303EDC"/>
    <w:rsid w:val="00317F5E"/>
    <w:rsid w:val="00336B6C"/>
    <w:rsid w:val="003700DE"/>
    <w:rsid w:val="003B196B"/>
    <w:rsid w:val="003B21BC"/>
    <w:rsid w:val="003F33D6"/>
    <w:rsid w:val="003F4720"/>
    <w:rsid w:val="0040230B"/>
    <w:rsid w:val="004131A7"/>
    <w:rsid w:val="00417706"/>
    <w:rsid w:val="00423B15"/>
    <w:rsid w:val="00435098"/>
    <w:rsid w:val="004455A6"/>
    <w:rsid w:val="00455D6E"/>
    <w:rsid w:val="004720E3"/>
    <w:rsid w:val="00474D39"/>
    <w:rsid w:val="004914E6"/>
    <w:rsid w:val="0049310D"/>
    <w:rsid w:val="0049780E"/>
    <w:rsid w:val="004A0BC7"/>
    <w:rsid w:val="004A5097"/>
    <w:rsid w:val="004A76F4"/>
    <w:rsid w:val="004B1B52"/>
    <w:rsid w:val="004C70E4"/>
    <w:rsid w:val="004D3E97"/>
    <w:rsid w:val="004D4B19"/>
    <w:rsid w:val="004E340F"/>
    <w:rsid w:val="005043E9"/>
    <w:rsid w:val="005101EF"/>
    <w:rsid w:val="0051548A"/>
    <w:rsid w:val="005364C3"/>
    <w:rsid w:val="00536D15"/>
    <w:rsid w:val="005639BE"/>
    <w:rsid w:val="00574D74"/>
    <w:rsid w:val="00577F50"/>
    <w:rsid w:val="00581C53"/>
    <w:rsid w:val="00590816"/>
    <w:rsid w:val="00596831"/>
    <w:rsid w:val="005D1120"/>
    <w:rsid w:val="005D5A18"/>
    <w:rsid w:val="0061421D"/>
    <w:rsid w:val="0061699E"/>
    <w:rsid w:val="00620682"/>
    <w:rsid w:val="00625175"/>
    <w:rsid w:val="00634285"/>
    <w:rsid w:val="006450A4"/>
    <w:rsid w:val="00655CDB"/>
    <w:rsid w:val="00661684"/>
    <w:rsid w:val="0066392D"/>
    <w:rsid w:val="00664EF3"/>
    <w:rsid w:val="0067399A"/>
    <w:rsid w:val="00677E42"/>
    <w:rsid w:val="006823AE"/>
    <w:rsid w:val="0069346B"/>
    <w:rsid w:val="006B0206"/>
    <w:rsid w:val="006D53E3"/>
    <w:rsid w:val="006F664F"/>
    <w:rsid w:val="00706CD6"/>
    <w:rsid w:val="00722A18"/>
    <w:rsid w:val="00725137"/>
    <w:rsid w:val="007963A1"/>
    <w:rsid w:val="00797878"/>
    <w:rsid w:val="007B1A6E"/>
    <w:rsid w:val="007B3B46"/>
    <w:rsid w:val="007D3B7F"/>
    <w:rsid w:val="007D43FF"/>
    <w:rsid w:val="007F472F"/>
    <w:rsid w:val="007F6E96"/>
    <w:rsid w:val="008058D7"/>
    <w:rsid w:val="00810814"/>
    <w:rsid w:val="00816E71"/>
    <w:rsid w:val="00842048"/>
    <w:rsid w:val="0084536E"/>
    <w:rsid w:val="008561B2"/>
    <w:rsid w:val="00862CDE"/>
    <w:rsid w:val="00873EAB"/>
    <w:rsid w:val="00883758"/>
    <w:rsid w:val="00895E23"/>
    <w:rsid w:val="008A61AC"/>
    <w:rsid w:val="008B72EA"/>
    <w:rsid w:val="008B77B4"/>
    <w:rsid w:val="008E0C51"/>
    <w:rsid w:val="008E63D8"/>
    <w:rsid w:val="008F6CEC"/>
    <w:rsid w:val="0090650D"/>
    <w:rsid w:val="00911266"/>
    <w:rsid w:val="00930901"/>
    <w:rsid w:val="009373D2"/>
    <w:rsid w:val="0094137E"/>
    <w:rsid w:val="009467C9"/>
    <w:rsid w:val="00946A4B"/>
    <w:rsid w:val="0096137C"/>
    <w:rsid w:val="0096791D"/>
    <w:rsid w:val="00982A81"/>
    <w:rsid w:val="00993E70"/>
    <w:rsid w:val="009C2901"/>
    <w:rsid w:val="009C6745"/>
    <w:rsid w:val="009D2A92"/>
    <w:rsid w:val="009E02AD"/>
    <w:rsid w:val="009F1612"/>
    <w:rsid w:val="009F33CB"/>
    <w:rsid w:val="00A24FE4"/>
    <w:rsid w:val="00A44DDF"/>
    <w:rsid w:val="00A52E2A"/>
    <w:rsid w:val="00A56880"/>
    <w:rsid w:val="00A70C85"/>
    <w:rsid w:val="00A912B8"/>
    <w:rsid w:val="00A972CE"/>
    <w:rsid w:val="00AA01CB"/>
    <w:rsid w:val="00AA0560"/>
    <w:rsid w:val="00AA15B7"/>
    <w:rsid w:val="00AB06C0"/>
    <w:rsid w:val="00AB1717"/>
    <w:rsid w:val="00AE2029"/>
    <w:rsid w:val="00AF1D17"/>
    <w:rsid w:val="00AF2A9F"/>
    <w:rsid w:val="00B04D68"/>
    <w:rsid w:val="00B13ED0"/>
    <w:rsid w:val="00B36A1D"/>
    <w:rsid w:val="00B37718"/>
    <w:rsid w:val="00B51687"/>
    <w:rsid w:val="00B62728"/>
    <w:rsid w:val="00B63E9F"/>
    <w:rsid w:val="00B6761B"/>
    <w:rsid w:val="00B7047E"/>
    <w:rsid w:val="00B74BD1"/>
    <w:rsid w:val="00B9717F"/>
    <w:rsid w:val="00BA73DE"/>
    <w:rsid w:val="00BB3C88"/>
    <w:rsid w:val="00BD685A"/>
    <w:rsid w:val="00BF36F9"/>
    <w:rsid w:val="00C01500"/>
    <w:rsid w:val="00C063D5"/>
    <w:rsid w:val="00C17FE2"/>
    <w:rsid w:val="00C20414"/>
    <w:rsid w:val="00C229A9"/>
    <w:rsid w:val="00C352B1"/>
    <w:rsid w:val="00C35E30"/>
    <w:rsid w:val="00C36209"/>
    <w:rsid w:val="00C37F0B"/>
    <w:rsid w:val="00C46F12"/>
    <w:rsid w:val="00C616B0"/>
    <w:rsid w:val="00C65A41"/>
    <w:rsid w:val="00C736C1"/>
    <w:rsid w:val="00C7407E"/>
    <w:rsid w:val="00C862A5"/>
    <w:rsid w:val="00C92405"/>
    <w:rsid w:val="00CA4F72"/>
    <w:rsid w:val="00CB0768"/>
    <w:rsid w:val="00CC2348"/>
    <w:rsid w:val="00CE2837"/>
    <w:rsid w:val="00CE2F0E"/>
    <w:rsid w:val="00CF38E2"/>
    <w:rsid w:val="00CF5E33"/>
    <w:rsid w:val="00D05936"/>
    <w:rsid w:val="00D165BD"/>
    <w:rsid w:val="00D17FE9"/>
    <w:rsid w:val="00D2323E"/>
    <w:rsid w:val="00D433DB"/>
    <w:rsid w:val="00D456D1"/>
    <w:rsid w:val="00D66A9D"/>
    <w:rsid w:val="00D718CF"/>
    <w:rsid w:val="00D73098"/>
    <w:rsid w:val="00D84BC4"/>
    <w:rsid w:val="00D96760"/>
    <w:rsid w:val="00DC1D81"/>
    <w:rsid w:val="00DE0F7F"/>
    <w:rsid w:val="00DE713F"/>
    <w:rsid w:val="00DE7670"/>
    <w:rsid w:val="00DF5A39"/>
    <w:rsid w:val="00E12D75"/>
    <w:rsid w:val="00E24884"/>
    <w:rsid w:val="00E249CC"/>
    <w:rsid w:val="00E27C98"/>
    <w:rsid w:val="00E3347B"/>
    <w:rsid w:val="00E43133"/>
    <w:rsid w:val="00E52DFE"/>
    <w:rsid w:val="00E55ECF"/>
    <w:rsid w:val="00E80237"/>
    <w:rsid w:val="00E85404"/>
    <w:rsid w:val="00EA6A7D"/>
    <w:rsid w:val="00EB2922"/>
    <w:rsid w:val="00EC532B"/>
    <w:rsid w:val="00ED5DBE"/>
    <w:rsid w:val="00EF6BCB"/>
    <w:rsid w:val="00F06498"/>
    <w:rsid w:val="00F07C75"/>
    <w:rsid w:val="00F32045"/>
    <w:rsid w:val="00F3710D"/>
    <w:rsid w:val="00F37E6B"/>
    <w:rsid w:val="00F41978"/>
    <w:rsid w:val="00F57B39"/>
    <w:rsid w:val="00F810E6"/>
    <w:rsid w:val="00F91312"/>
    <w:rsid w:val="00F92D5B"/>
    <w:rsid w:val="00FA77D7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A3B5E8"/>
  <w15:docId w15:val="{72D210E3-28BD-4788-9215-C83AF53A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paragraph" w:styleId="Titlu5">
    <w:name w:val="heading 5"/>
    <w:basedOn w:val="Normal"/>
    <w:next w:val="Normal"/>
    <w:link w:val="Titlu5Caracter"/>
    <w:semiHidden/>
    <w:unhideWhenUsed/>
    <w:qFormat/>
    <w:rsid w:val="00F32045"/>
    <w:pPr>
      <w:keepNext/>
      <w:numPr>
        <w:numId w:val="23"/>
      </w:numPr>
      <w:spacing w:before="120" w:after="120"/>
      <w:outlineLvl w:val="4"/>
    </w:pPr>
    <w:rPr>
      <w:rFonts w:ascii="Trebuchet MS" w:eastAsia="Times New Roman" w:hAnsi="Trebuchet MS" w:cs="Times New Roman"/>
      <w:b/>
      <w:bCs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uiPriority w:val="99"/>
    <w:semiHidden/>
    <w:rsid w:val="00AA0560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B1717"/>
    <w:rPr>
      <w:rFonts w:cs="Arial"/>
    </w:rPr>
  </w:style>
  <w:style w:type="paragraph" w:styleId="Subsol">
    <w:name w:val="footer"/>
    <w:basedOn w:val="Normal"/>
    <w:link w:val="Subsol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B1717"/>
    <w:rPr>
      <w:rFonts w:cs="Arial"/>
    </w:rPr>
  </w:style>
  <w:style w:type="paragraph" w:customStyle="1" w:styleId="Default">
    <w:name w:val="Default"/>
    <w:rsid w:val="0067399A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Accentuat">
    <w:name w:val="Emphasis"/>
    <w:basedOn w:val="Fontdeparagrafimplicit"/>
    <w:uiPriority w:val="20"/>
    <w:qFormat/>
    <w:rsid w:val="0067399A"/>
    <w:rPr>
      <w:i/>
      <w:iCs/>
    </w:rPr>
  </w:style>
  <w:style w:type="character" w:styleId="Robust">
    <w:name w:val="Strong"/>
    <w:basedOn w:val="Fontdeparagrafimplicit"/>
    <w:uiPriority w:val="22"/>
    <w:qFormat/>
    <w:rsid w:val="00722A18"/>
    <w:rPr>
      <w:b/>
      <w:bCs/>
    </w:rPr>
  </w:style>
  <w:style w:type="paragraph" w:styleId="Listparagraf">
    <w:name w:val="List Paragraph"/>
    <w:basedOn w:val="Normal"/>
    <w:uiPriority w:val="34"/>
    <w:qFormat/>
    <w:rsid w:val="0049310D"/>
    <w:pPr>
      <w:ind w:left="720"/>
      <w:contextualSpacing/>
    </w:pPr>
  </w:style>
  <w:style w:type="table" w:styleId="Tabelgril">
    <w:name w:val="Table Grid"/>
    <w:basedOn w:val="TabelNormal"/>
    <w:uiPriority w:val="39"/>
    <w:rsid w:val="007D4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ist6Colorat-Accentuare51">
    <w:name w:val="Tabel listă 6 Colorat - Accentuare 51"/>
    <w:basedOn w:val="TabelNormal"/>
    <w:uiPriority w:val="51"/>
    <w:rsid w:val="007D43FF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ist6Colorat1">
    <w:name w:val="Tabel listă 6 Colorat1"/>
    <w:basedOn w:val="TabelNormal"/>
    <w:uiPriority w:val="51"/>
    <w:rsid w:val="007D43F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gril1Luminos-Accentuare11">
    <w:name w:val="Tabel grilă 1 Luminos - Accentuare 11"/>
    <w:basedOn w:val="TabelNormal"/>
    <w:uiPriority w:val="46"/>
    <w:rsid w:val="008E0C5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Fontdeparagrafimplicit"/>
    <w:uiPriority w:val="99"/>
    <w:unhideWhenUsed/>
    <w:rsid w:val="00AB06C0"/>
    <w:rPr>
      <w:color w:val="0563C1" w:themeColor="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050A0"/>
    <w:rPr>
      <w:color w:val="605E5C"/>
      <w:shd w:val="clear" w:color="auto" w:fill="E1DFDD"/>
    </w:rPr>
  </w:style>
  <w:style w:type="table" w:customStyle="1" w:styleId="Tabellist6Colorat-Accentuare11">
    <w:name w:val="Tabel listă 6 Colorat - Accentuare 11"/>
    <w:basedOn w:val="TabelNormal"/>
    <w:uiPriority w:val="51"/>
    <w:rsid w:val="002D37DF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04D68"/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04D68"/>
    <w:rPr>
      <w:rFonts w:cs="Arial"/>
    </w:rPr>
  </w:style>
  <w:style w:type="character" w:styleId="Referinnotdesubsol">
    <w:name w:val="footnote reference"/>
    <w:basedOn w:val="Fontdeparagrafimplicit"/>
    <w:semiHidden/>
    <w:unhideWhenUsed/>
    <w:rsid w:val="00B04D68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55EC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55ECF"/>
    <w:rPr>
      <w:rFonts w:ascii="Tahoma" w:hAnsi="Tahoma" w:cs="Tahoma"/>
      <w:sz w:val="16"/>
      <w:szCs w:val="16"/>
    </w:rPr>
  </w:style>
  <w:style w:type="character" w:customStyle="1" w:styleId="Titlu5Caracter">
    <w:name w:val="Titlu 5 Caracter"/>
    <w:basedOn w:val="Fontdeparagrafimplicit"/>
    <w:link w:val="Titlu5"/>
    <w:semiHidden/>
    <w:rsid w:val="00F32045"/>
    <w:rPr>
      <w:rFonts w:ascii="Trebuchet MS" w:eastAsia="Times New Roman" w:hAnsi="Trebuchet MS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5101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72199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260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24292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6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912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54AFE-0CD0-4C06-9E32-54BCE28F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37</TotalTime>
  <Pages>4</Pages>
  <Words>920</Words>
  <Characters>5341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Admin Admin</cp:lastModifiedBy>
  <cp:revision>5</cp:revision>
  <cp:lastPrinted>2023-11-01T11:22:00Z</cp:lastPrinted>
  <dcterms:created xsi:type="dcterms:W3CDTF">2025-04-30T22:13:00Z</dcterms:created>
  <dcterms:modified xsi:type="dcterms:W3CDTF">2025-07-24T12:02:00Z</dcterms:modified>
</cp:coreProperties>
</file>